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205" w:rsidRDefault="00312205" w:rsidP="00312205">
      <w:pPr>
        <w:pStyle w:val="berschrift2"/>
      </w:pPr>
      <w:r>
        <w:t>Johnny_1</w:t>
      </w:r>
      <w:r>
        <w:tab/>
        <w:t>Lineare Programme</w:t>
      </w:r>
    </w:p>
    <w:p w:rsidR="00312205" w:rsidRPr="00AE0FB7" w:rsidRDefault="00312205" w:rsidP="00312205">
      <w:pPr>
        <w:rPr>
          <w:color w:val="008000"/>
          <w:sz w:val="20"/>
        </w:rPr>
      </w:pPr>
      <w:r w:rsidRPr="00AE0FB7">
        <w:rPr>
          <w:color w:val="008000"/>
          <w:sz w:val="20"/>
        </w:rPr>
        <w:t>Die Lösungen zeigt dir Konrad Zuse.</w:t>
      </w: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1668"/>
        <w:gridCol w:w="3543"/>
        <w:gridCol w:w="2127"/>
        <w:gridCol w:w="1874"/>
      </w:tblGrid>
      <w:tr w:rsidR="00312205" w:rsidTr="00787403">
        <w:tc>
          <w:tcPr>
            <w:tcW w:w="1668" w:type="dxa"/>
          </w:tcPr>
          <w:p w:rsidR="00312205" w:rsidRDefault="00312205" w:rsidP="00787403">
            <w:r>
              <w:t>Video</w:t>
            </w:r>
          </w:p>
        </w:tc>
        <w:tc>
          <w:tcPr>
            <w:tcW w:w="3543" w:type="dxa"/>
          </w:tcPr>
          <w:p w:rsidR="00312205" w:rsidRDefault="00312205" w:rsidP="00787403">
            <w:r>
              <w:t>Vorkenntnisse</w:t>
            </w:r>
          </w:p>
        </w:tc>
        <w:tc>
          <w:tcPr>
            <w:tcW w:w="2127" w:type="dxa"/>
          </w:tcPr>
          <w:p w:rsidR="00312205" w:rsidRDefault="00312205" w:rsidP="00787403">
            <w:r>
              <w:t>Hilfsmittel</w:t>
            </w:r>
          </w:p>
        </w:tc>
        <w:tc>
          <w:tcPr>
            <w:tcW w:w="1874" w:type="dxa"/>
          </w:tcPr>
          <w:p w:rsidR="00312205" w:rsidRDefault="00312205" w:rsidP="00787403"/>
        </w:tc>
      </w:tr>
      <w:tr w:rsidR="00312205" w:rsidRPr="00BF4BAC" w:rsidTr="00787403">
        <w:tc>
          <w:tcPr>
            <w:tcW w:w="1668" w:type="dxa"/>
          </w:tcPr>
          <w:p w:rsidR="00312205" w:rsidRPr="00BF4BAC" w:rsidRDefault="00312205" w:rsidP="00787403">
            <w:pPr>
              <w:rPr>
                <w:sz w:val="20"/>
              </w:rPr>
            </w:pPr>
            <w:r w:rsidRPr="00BF4BAC">
              <w:rPr>
                <w:sz w:val="20"/>
              </w:rPr>
              <w:t>johnny</w:t>
            </w:r>
            <w:r>
              <w:rPr>
                <w:sz w:val="20"/>
              </w:rPr>
              <w:t>_1.</w:t>
            </w:r>
            <w:r w:rsidRPr="00BF4BAC">
              <w:rPr>
                <w:sz w:val="20"/>
              </w:rPr>
              <w:t>mp4</w:t>
            </w:r>
          </w:p>
        </w:tc>
        <w:tc>
          <w:tcPr>
            <w:tcW w:w="3543" w:type="dxa"/>
          </w:tcPr>
          <w:p w:rsidR="00312205" w:rsidRPr="00BF4BAC" w:rsidRDefault="00312205" w:rsidP="00787403">
            <w:pPr>
              <w:rPr>
                <w:sz w:val="20"/>
              </w:rPr>
            </w:pPr>
            <w:r w:rsidRPr="00BF4BAC">
              <w:rPr>
                <w:sz w:val="20"/>
              </w:rPr>
              <w:t>Aufbau des von-Neumann-Rechners</w:t>
            </w:r>
          </w:p>
        </w:tc>
        <w:tc>
          <w:tcPr>
            <w:tcW w:w="2127" w:type="dxa"/>
          </w:tcPr>
          <w:p w:rsidR="00312205" w:rsidRDefault="00312205" w:rsidP="00787403">
            <w:pPr>
              <w:rPr>
                <w:sz w:val="20"/>
              </w:rPr>
            </w:pPr>
            <w:r w:rsidRPr="00BF4BAC">
              <w:rPr>
                <w:sz w:val="20"/>
              </w:rPr>
              <w:t>Johnny Doku.pdf</w:t>
            </w:r>
          </w:p>
          <w:p w:rsidR="00312205" w:rsidRDefault="00312205" w:rsidP="00787403">
            <w:pPr>
              <w:rPr>
                <w:sz w:val="20"/>
              </w:rPr>
            </w:pPr>
          </w:p>
          <w:p w:rsidR="00312205" w:rsidRDefault="00312205" w:rsidP="00787403">
            <w:pPr>
              <w:rPr>
                <w:sz w:val="20"/>
              </w:rPr>
            </w:pPr>
          </w:p>
          <w:p w:rsidR="00312205" w:rsidRPr="00BF4BAC" w:rsidRDefault="00312205" w:rsidP="00787403">
            <w:pPr>
              <w:rPr>
                <w:sz w:val="20"/>
              </w:rPr>
            </w:pPr>
            <w:r w:rsidRPr="00BF4BAC">
              <w:rPr>
                <w:sz w:val="20"/>
              </w:rPr>
              <w:t>Subtraktion</w:t>
            </w:r>
          </w:p>
        </w:tc>
        <w:tc>
          <w:tcPr>
            <w:tcW w:w="1874" w:type="dxa"/>
          </w:tcPr>
          <w:p w:rsidR="00312205" w:rsidRPr="00BF4BAC" w:rsidRDefault="00312205" w:rsidP="00787403">
            <w:pPr>
              <w:rPr>
                <w:sz w:val="20"/>
              </w:rPr>
            </w:pPr>
            <w:r w:rsidRPr="00BF4BAC">
              <w:rPr>
                <w:sz w:val="20"/>
              </w:rPr>
              <w:t>S. 7 - 10</w:t>
            </w:r>
            <w:r w:rsidR="009E2026" w:rsidRPr="00BF4BAC">
              <w:rPr>
                <w:noProof/>
                <w:sz w:val="20"/>
                <w:lang w:eastAsia="zh-CN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156210</wp:posOffset>
                  </wp:positionV>
                  <wp:extent cx="730250" cy="730250"/>
                  <wp:effectExtent l="0" t="0" r="0" b="0"/>
                  <wp:wrapThrough wrapText="bothSides">
                    <wp:wrapPolygon edited="0">
                      <wp:start x="0" y="0"/>
                      <wp:lineTo x="0" y="20849"/>
                      <wp:lineTo x="20849" y="20849"/>
                      <wp:lineTo x="20849" y="0"/>
                      <wp:lineTo x="0" y="0"/>
                    </wp:wrapPolygon>
                  </wp:wrapThrough>
                  <wp:docPr id="4" name="Bild 3" descr="::johnny viedos:johnny su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::johnny viedos:johnny su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50" cy="730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312205" w:rsidRPr="00611A73" w:rsidRDefault="00312205" w:rsidP="00312205">
      <w:pPr>
        <w:rPr>
          <w:sz w:val="16"/>
          <w:szCs w:val="16"/>
        </w:rPr>
      </w:pPr>
    </w:p>
    <w:p w:rsidR="00312205" w:rsidRDefault="00312205" w:rsidP="00312205">
      <w:pPr>
        <w:pStyle w:val="Listenabsatz"/>
        <w:numPr>
          <w:ilvl w:val="0"/>
          <w:numId w:val="1"/>
        </w:numPr>
      </w:pPr>
      <w:r>
        <w:t>Informiere dich über die Bedienung des von-Neumann-Simulators Johnny im Video johnny_1.mp4. Du kannst parallel auch die Aufgabe 3 lösen.</w:t>
      </w:r>
      <w:r>
        <w:br/>
      </w:r>
    </w:p>
    <w:p w:rsidR="00312205" w:rsidRDefault="00312205" w:rsidP="00312205">
      <w:pPr>
        <w:pStyle w:val="Listenabsatz"/>
        <w:numPr>
          <w:ilvl w:val="0"/>
          <w:numId w:val="1"/>
        </w:numPr>
      </w:pPr>
      <w:r>
        <w:t>Lies die angegebenen Seiten der Johnny-Dokumentation.</w:t>
      </w:r>
      <w:r>
        <w:br/>
        <w:t>Notiere die Wirkung der folgenden Makro(Assembler)-Befehle:</w:t>
      </w: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1668"/>
        <w:gridCol w:w="7544"/>
      </w:tblGrid>
      <w:tr w:rsidR="00312205" w:rsidTr="00787403">
        <w:trPr>
          <w:trHeight w:val="567"/>
        </w:trPr>
        <w:tc>
          <w:tcPr>
            <w:tcW w:w="1668" w:type="dxa"/>
          </w:tcPr>
          <w:p w:rsidR="00312205" w:rsidRDefault="00312205" w:rsidP="00787403">
            <w:r>
              <w:t>TAKE</w:t>
            </w:r>
          </w:p>
        </w:tc>
        <w:tc>
          <w:tcPr>
            <w:tcW w:w="7544" w:type="dxa"/>
          </w:tcPr>
          <w:p w:rsidR="00312205" w:rsidRDefault="00312205" w:rsidP="00787403"/>
        </w:tc>
      </w:tr>
      <w:tr w:rsidR="00312205" w:rsidTr="00787403">
        <w:trPr>
          <w:trHeight w:val="567"/>
        </w:trPr>
        <w:tc>
          <w:tcPr>
            <w:tcW w:w="1668" w:type="dxa"/>
          </w:tcPr>
          <w:p w:rsidR="00312205" w:rsidRDefault="00312205" w:rsidP="00787403">
            <w:r>
              <w:t>SAVE</w:t>
            </w:r>
          </w:p>
        </w:tc>
        <w:tc>
          <w:tcPr>
            <w:tcW w:w="7544" w:type="dxa"/>
          </w:tcPr>
          <w:p w:rsidR="00312205" w:rsidRDefault="00312205" w:rsidP="00787403"/>
        </w:tc>
      </w:tr>
      <w:tr w:rsidR="00312205" w:rsidTr="00787403">
        <w:trPr>
          <w:trHeight w:val="567"/>
        </w:trPr>
        <w:tc>
          <w:tcPr>
            <w:tcW w:w="1668" w:type="dxa"/>
          </w:tcPr>
          <w:p w:rsidR="00312205" w:rsidRDefault="00312205" w:rsidP="00787403">
            <w:r>
              <w:t>ADD / SUB</w:t>
            </w:r>
          </w:p>
        </w:tc>
        <w:tc>
          <w:tcPr>
            <w:tcW w:w="7544" w:type="dxa"/>
          </w:tcPr>
          <w:p w:rsidR="00312205" w:rsidRDefault="00312205" w:rsidP="00787403"/>
        </w:tc>
      </w:tr>
      <w:tr w:rsidR="00312205" w:rsidTr="00787403">
        <w:trPr>
          <w:trHeight w:val="567"/>
        </w:trPr>
        <w:tc>
          <w:tcPr>
            <w:tcW w:w="1668" w:type="dxa"/>
          </w:tcPr>
          <w:p w:rsidR="00312205" w:rsidRDefault="00312205" w:rsidP="00787403">
            <w:r>
              <w:t>INC / DEC</w:t>
            </w:r>
          </w:p>
        </w:tc>
        <w:tc>
          <w:tcPr>
            <w:tcW w:w="7544" w:type="dxa"/>
          </w:tcPr>
          <w:p w:rsidR="00312205" w:rsidRDefault="00312205" w:rsidP="00787403"/>
        </w:tc>
      </w:tr>
    </w:tbl>
    <w:p w:rsidR="00312205" w:rsidRPr="00611A73" w:rsidRDefault="00312205" w:rsidP="00312205">
      <w:pPr>
        <w:rPr>
          <w:sz w:val="16"/>
          <w:szCs w:val="16"/>
        </w:rPr>
      </w:pPr>
    </w:p>
    <w:p w:rsidR="00312205" w:rsidRDefault="00312205" w:rsidP="00312205">
      <w:pPr>
        <w:pStyle w:val="Listenabsatz"/>
        <w:numPr>
          <w:ilvl w:val="0"/>
          <w:numId w:val="1"/>
        </w:numPr>
      </w:pPr>
      <w:r>
        <w:t>Implementiere das Programm aus dem Video und teste die Ausführung.</w:t>
      </w:r>
      <w:r>
        <w:br/>
      </w:r>
      <w:r>
        <w:br/>
      </w:r>
      <w:r w:rsidRPr="005F38D3">
        <w:rPr>
          <w:rFonts w:ascii="Courier New" w:hAnsi="Courier New"/>
          <w:b/>
          <w:noProof/>
          <w:sz w:val="20"/>
        </w:rPr>
        <w:t>000: TAKE 004</w:t>
      </w:r>
      <w:r>
        <w:rPr>
          <w:rFonts w:ascii="Courier New" w:hAnsi="Courier New"/>
          <w:b/>
          <w:noProof/>
          <w:sz w:val="20"/>
        </w:rPr>
        <w:br/>
        <w:t>001: ADD  005</w:t>
      </w:r>
      <w:r>
        <w:rPr>
          <w:rFonts w:ascii="Courier New" w:hAnsi="Courier New"/>
          <w:b/>
          <w:noProof/>
          <w:sz w:val="20"/>
        </w:rPr>
        <w:br/>
        <w:t>002: SAVE 006</w:t>
      </w:r>
      <w:r>
        <w:rPr>
          <w:rFonts w:ascii="Courier New" w:hAnsi="Courier New"/>
          <w:b/>
          <w:noProof/>
          <w:sz w:val="20"/>
        </w:rPr>
        <w:br/>
        <w:t>003: HLT  000</w:t>
      </w:r>
      <w:r>
        <w:rPr>
          <w:rFonts w:ascii="Courier New" w:hAnsi="Courier New"/>
          <w:b/>
          <w:noProof/>
          <w:sz w:val="20"/>
        </w:rPr>
        <w:br/>
        <w:t>004:      012</w:t>
      </w:r>
      <w:r>
        <w:rPr>
          <w:rFonts w:ascii="Courier New" w:hAnsi="Courier New"/>
          <w:b/>
          <w:noProof/>
          <w:sz w:val="20"/>
        </w:rPr>
        <w:br/>
        <w:t>005:      008</w:t>
      </w:r>
      <w:r>
        <w:rPr>
          <w:rFonts w:ascii="Courier New" w:hAnsi="Courier New"/>
          <w:b/>
          <w:noProof/>
          <w:sz w:val="20"/>
        </w:rPr>
        <w:br/>
      </w:r>
    </w:p>
    <w:p w:rsidR="00312205" w:rsidRDefault="00312205" w:rsidP="00312205">
      <w:pPr>
        <w:pStyle w:val="Listenabsatz"/>
      </w:pPr>
      <w:r>
        <w:t>Notiere die Adresse der Speicherzelle des Ergebnisses: _________________________</w:t>
      </w:r>
    </w:p>
    <w:p w:rsidR="00312205" w:rsidRDefault="00312205" w:rsidP="00312205">
      <w:pPr>
        <w:pStyle w:val="Listenabsatz"/>
      </w:pPr>
    </w:p>
    <w:p w:rsidR="00312205" w:rsidRDefault="00312205" w:rsidP="00312205">
      <w:pPr>
        <w:pStyle w:val="Listenabsatz"/>
        <w:numPr>
          <w:ilvl w:val="0"/>
          <w:numId w:val="1"/>
        </w:numPr>
      </w:pPr>
      <w:r>
        <w:t xml:space="preserve">Modifiziere die Anweisung in der Speicherzelle </w:t>
      </w:r>
      <w:r>
        <w:rPr>
          <w:rFonts w:ascii="Courier New" w:hAnsi="Courier New"/>
          <w:b/>
          <w:noProof/>
          <w:sz w:val="20"/>
        </w:rPr>
        <w:t xml:space="preserve">001: </w:t>
      </w:r>
      <w:r>
        <w:t xml:space="preserve">auf den Befehl </w:t>
      </w:r>
      <w:r>
        <w:rPr>
          <w:rFonts w:ascii="Courier New" w:hAnsi="Courier New"/>
          <w:b/>
          <w:noProof/>
          <w:sz w:val="20"/>
        </w:rPr>
        <w:t xml:space="preserve"> SUB  005. </w:t>
      </w:r>
      <w:r>
        <w:t>Teste das modifizierte Programm</w:t>
      </w:r>
      <w:r>
        <w:rPr>
          <w:rFonts w:ascii="Courier New" w:hAnsi="Courier New"/>
          <w:b/>
          <w:noProof/>
          <w:sz w:val="20"/>
        </w:rPr>
        <w:t>.</w:t>
      </w:r>
      <w:r>
        <w:br/>
        <w:t>Notiere bei der gegebenen Speicherbelegung den Term, der nun berechnet wird. Notiere das mathematisch korrekte und das berechnete Ergebnis.</w:t>
      </w:r>
      <w:r>
        <w:br/>
      </w:r>
    </w:p>
    <w:tbl>
      <w:tblPr>
        <w:tblStyle w:val="Tabellenraster"/>
        <w:tblW w:w="0" w:type="auto"/>
        <w:tblInd w:w="1101" w:type="dxa"/>
        <w:tblLook w:val="04A0" w:firstRow="1" w:lastRow="0" w:firstColumn="1" w:lastColumn="0" w:noHBand="0" w:noVBand="1"/>
      </w:tblPr>
      <w:tblGrid>
        <w:gridCol w:w="3903"/>
        <w:gridCol w:w="2475"/>
      </w:tblGrid>
      <w:tr w:rsidR="00312205" w:rsidTr="00312205">
        <w:tc>
          <w:tcPr>
            <w:tcW w:w="3903" w:type="dxa"/>
          </w:tcPr>
          <w:p w:rsidR="00312205" w:rsidRDefault="00312205" w:rsidP="00312205">
            <w:pPr>
              <w:pStyle w:val="Listenabsatz"/>
              <w:ind w:left="0"/>
            </w:pPr>
            <w:r>
              <w:t>Speicherbelegung</w:t>
            </w:r>
          </w:p>
        </w:tc>
        <w:tc>
          <w:tcPr>
            <w:tcW w:w="2475" w:type="dxa"/>
          </w:tcPr>
          <w:p w:rsidR="00312205" w:rsidRDefault="00312205" w:rsidP="00312205">
            <w:pPr>
              <w:pStyle w:val="Listenabsatz"/>
              <w:ind w:left="0"/>
            </w:pPr>
          </w:p>
        </w:tc>
      </w:tr>
      <w:tr w:rsidR="00312205" w:rsidTr="00312205">
        <w:tc>
          <w:tcPr>
            <w:tcW w:w="3903" w:type="dxa"/>
          </w:tcPr>
          <w:p w:rsidR="00312205" w:rsidRDefault="00312205" w:rsidP="00312205">
            <w:pPr>
              <w:pStyle w:val="Listenabsatz"/>
              <w:ind w:left="0"/>
            </w:pPr>
            <w:r>
              <w:t>Term</w:t>
            </w:r>
          </w:p>
        </w:tc>
        <w:tc>
          <w:tcPr>
            <w:tcW w:w="2475" w:type="dxa"/>
          </w:tcPr>
          <w:p w:rsidR="00312205" w:rsidRDefault="00312205" w:rsidP="00312205">
            <w:pPr>
              <w:pStyle w:val="Listenabsatz"/>
              <w:ind w:left="0"/>
            </w:pPr>
          </w:p>
        </w:tc>
      </w:tr>
      <w:tr w:rsidR="00312205" w:rsidTr="00312205">
        <w:tc>
          <w:tcPr>
            <w:tcW w:w="3903" w:type="dxa"/>
          </w:tcPr>
          <w:p w:rsidR="00312205" w:rsidRDefault="00312205" w:rsidP="00312205">
            <w:pPr>
              <w:pStyle w:val="Listenabsatz"/>
              <w:ind w:left="0"/>
            </w:pPr>
            <w:r>
              <w:t>mathematisch korrektes Ergebnis</w:t>
            </w:r>
          </w:p>
        </w:tc>
        <w:tc>
          <w:tcPr>
            <w:tcW w:w="2475" w:type="dxa"/>
          </w:tcPr>
          <w:p w:rsidR="00312205" w:rsidRDefault="00312205" w:rsidP="00312205">
            <w:pPr>
              <w:pStyle w:val="Listenabsatz"/>
              <w:ind w:left="0"/>
            </w:pPr>
          </w:p>
        </w:tc>
      </w:tr>
      <w:tr w:rsidR="00312205" w:rsidTr="00312205">
        <w:tc>
          <w:tcPr>
            <w:tcW w:w="3903" w:type="dxa"/>
          </w:tcPr>
          <w:p w:rsidR="00312205" w:rsidRDefault="00312205" w:rsidP="00312205">
            <w:pPr>
              <w:pStyle w:val="Listenabsatz"/>
              <w:ind w:left="0"/>
            </w:pPr>
            <w:r>
              <w:t>berechnetes Ergebnis</w:t>
            </w:r>
          </w:p>
        </w:tc>
        <w:tc>
          <w:tcPr>
            <w:tcW w:w="2475" w:type="dxa"/>
          </w:tcPr>
          <w:p w:rsidR="00312205" w:rsidRDefault="00312205" w:rsidP="00312205">
            <w:pPr>
              <w:pStyle w:val="Listenabsatz"/>
              <w:ind w:left="0"/>
            </w:pPr>
          </w:p>
        </w:tc>
      </w:tr>
    </w:tbl>
    <w:p w:rsidR="00312205" w:rsidRDefault="00312205" w:rsidP="00312205">
      <w:pPr>
        <w:pStyle w:val="Listenabsatz"/>
      </w:pPr>
    </w:p>
    <w:p w:rsidR="00312205" w:rsidRDefault="00312205">
      <w:pPr>
        <w:spacing w:line="276" w:lineRule="auto"/>
      </w:pPr>
      <w:r>
        <w:br w:type="page"/>
      </w:r>
    </w:p>
    <w:p w:rsidR="00312205" w:rsidRDefault="00312205" w:rsidP="00312205">
      <w:pPr>
        <w:pStyle w:val="Listenabsatz"/>
      </w:pPr>
    </w:p>
    <w:p w:rsidR="00312205" w:rsidRDefault="00312205" w:rsidP="00312205">
      <w:pPr>
        <w:pStyle w:val="Listenabsatz"/>
        <w:numPr>
          <w:ilvl w:val="0"/>
          <w:numId w:val="1"/>
        </w:numPr>
      </w:pPr>
      <w:r>
        <w:t>Modifiziere das Programm aus Aufgabe 4 so, dass die Operanden vertauscht werden.</w:t>
      </w:r>
      <w:r>
        <w:br/>
        <w:t>Notiere bei der gegebenen Speicherbelegung den Term, der nun berechnet wird. Notiere das mathematisch korrekte und das berechnete Ergebnis.</w:t>
      </w:r>
      <w:r>
        <w:br/>
      </w:r>
    </w:p>
    <w:tbl>
      <w:tblPr>
        <w:tblStyle w:val="Tabellenraster"/>
        <w:tblW w:w="0" w:type="auto"/>
        <w:tblInd w:w="1101" w:type="dxa"/>
        <w:tblLook w:val="04A0" w:firstRow="1" w:lastRow="0" w:firstColumn="1" w:lastColumn="0" w:noHBand="0" w:noVBand="1"/>
      </w:tblPr>
      <w:tblGrid>
        <w:gridCol w:w="3903"/>
        <w:gridCol w:w="2475"/>
      </w:tblGrid>
      <w:tr w:rsidR="00312205" w:rsidTr="00787403">
        <w:tc>
          <w:tcPr>
            <w:tcW w:w="3903" w:type="dxa"/>
          </w:tcPr>
          <w:p w:rsidR="00312205" w:rsidRDefault="00312205" w:rsidP="00787403">
            <w:pPr>
              <w:pStyle w:val="Listenabsatz"/>
              <w:ind w:left="0"/>
            </w:pPr>
            <w:r>
              <w:t>Speicherbelegung</w:t>
            </w:r>
          </w:p>
        </w:tc>
        <w:tc>
          <w:tcPr>
            <w:tcW w:w="2475" w:type="dxa"/>
          </w:tcPr>
          <w:p w:rsidR="00312205" w:rsidRDefault="00312205" w:rsidP="00787403">
            <w:pPr>
              <w:pStyle w:val="Listenabsatz"/>
              <w:ind w:left="0"/>
            </w:pPr>
          </w:p>
        </w:tc>
      </w:tr>
      <w:tr w:rsidR="00312205" w:rsidTr="00787403">
        <w:tc>
          <w:tcPr>
            <w:tcW w:w="3903" w:type="dxa"/>
          </w:tcPr>
          <w:p w:rsidR="00312205" w:rsidRDefault="00312205" w:rsidP="00787403">
            <w:pPr>
              <w:pStyle w:val="Listenabsatz"/>
              <w:ind w:left="0"/>
            </w:pPr>
            <w:r>
              <w:t>Term</w:t>
            </w:r>
          </w:p>
        </w:tc>
        <w:tc>
          <w:tcPr>
            <w:tcW w:w="2475" w:type="dxa"/>
          </w:tcPr>
          <w:p w:rsidR="00312205" w:rsidRDefault="00312205" w:rsidP="00787403">
            <w:pPr>
              <w:pStyle w:val="Listenabsatz"/>
              <w:ind w:left="0"/>
            </w:pPr>
          </w:p>
        </w:tc>
      </w:tr>
      <w:tr w:rsidR="00312205" w:rsidTr="00787403">
        <w:tc>
          <w:tcPr>
            <w:tcW w:w="3903" w:type="dxa"/>
          </w:tcPr>
          <w:p w:rsidR="00312205" w:rsidRDefault="00312205" w:rsidP="00787403">
            <w:pPr>
              <w:pStyle w:val="Listenabsatz"/>
              <w:ind w:left="0"/>
            </w:pPr>
            <w:r>
              <w:t>mathematisch korrektes Ergebnis</w:t>
            </w:r>
          </w:p>
        </w:tc>
        <w:tc>
          <w:tcPr>
            <w:tcW w:w="2475" w:type="dxa"/>
          </w:tcPr>
          <w:p w:rsidR="00312205" w:rsidRDefault="00312205" w:rsidP="00787403">
            <w:pPr>
              <w:pStyle w:val="Listenabsatz"/>
              <w:ind w:left="0"/>
            </w:pPr>
          </w:p>
        </w:tc>
      </w:tr>
      <w:tr w:rsidR="00312205" w:rsidTr="00787403">
        <w:tc>
          <w:tcPr>
            <w:tcW w:w="3903" w:type="dxa"/>
          </w:tcPr>
          <w:p w:rsidR="00312205" w:rsidRDefault="00312205" w:rsidP="00787403">
            <w:pPr>
              <w:pStyle w:val="Listenabsatz"/>
              <w:ind w:left="0"/>
            </w:pPr>
            <w:r>
              <w:t>berechnetes Ergebnis</w:t>
            </w:r>
          </w:p>
        </w:tc>
        <w:tc>
          <w:tcPr>
            <w:tcW w:w="2475" w:type="dxa"/>
          </w:tcPr>
          <w:p w:rsidR="00312205" w:rsidRDefault="00312205" w:rsidP="00787403">
            <w:pPr>
              <w:pStyle w:val="Listenabsatz"/>
              <w:ind w:left="0"/>
            </w:pPr>
          </w:p>
        </w:tc>
      </w:tr>
    </w:tbl>
    <w:p w:rsidR="00312205" w:rsidRDefault="00312205" w:rsidP="00312205"/>
    <w:p w:rsidR="00312205" w:rsidRDefault="00312205" w:rsidP="00312205">
      <w:pPr>
        <w:pStyle w:val="Listenabsatz"/>
        <w:numPr>
          <w:ilvl w:val="0"/>
          <w:numId w:val="1"/>
        </w:numPr>
      </w:pPr>
      <w:r>
        <w:t xml:space="preserve">Entwickle ein kurzes Programm, das die Summe aus dem in der </w:t>
      </w:r>
      <w:r w:rsidRPr="00450E43">
        <w:rPr>
          <w:rFonts w:ascii="Courier New" w:hAnsi="Courier New"/>
          <w:b/>
          <w:noProof/>
          <w:sz w:val="20"/>
        </w:rPr>
        <w:t>Zelle 10</w:t>
      </w:r>
      <w:r w:rsidRPr="00450E43">
        <w:rPr>
          <w:sz w:val="22"/>
        </w:rPr>
        <w:t xml:space="preserve"> </w:t>
      </w:r>
      <w:r>
        <w:t xml:space="preserve">gespeicherten Wert und seinen beiden Nachfolgern berechnet und in der </w:t>
      </w:r>
      <w:r w:rsidRPr="00450E43">
        <w:rPr>
          <w:rFonts w:ascii="Courier New" w:hAnsi="Courier New"/>
          <w:b/>
          <w:noProof/>
          <w:sz w:val="20"/>
        </w:rPr>
        <w:t>Zelle 11</w:t>
      </w:r>
      <w:r w:rsidRPr="00450E43">
        <w:rPr>
          <w:sz w:val="22"/>
        </w:rPr>
        <w:t xml:space="preserve"> </w:t>
      </w:r>
      <w:r>
        <w:t>abspeichert.</w:t>
      </w:r>
      <w:r w:rsidR="009E2026">
        <w:br/>
      </w:r>
      <w:r w:rsidR="009E2026" w:rsidRPr="009E2026">
        <w:rPr>
          <w:sz w:val="22"/>
        </w:rPr>
        <w:t xml:space="preserve">Beachte, dass du nur einen Wert </w:t>
      </w:r>
      <w:r w:rsidR="009E2026">
        <w:rPr>
          <w:sz w:val="22"/>
        </w:rPr>
        <w:t>(</w:t>
      </w:r>
      <w:r w:rsidR="009E2026" w:rsidRPr="009E2026">
        <w:rPr>
          <w:sz w:val="22"/>
        </w:rPr>
        <w:t xml:space="preserve">in </w:t>
      </w:r>
      <w:r w:rsidR="009E2026" w:rsidRPr="009E2026">
        <w:rPr>
          <w:rFonts w:ascii="Courier New" w:hAnsi="Courier New"/>
          <w:b/>
          <w:noProof/>
          <w:sz w:val="18"/>
        </w:rPr>
        <w:t>Zelle 10</w:t>
      </w:r>
      <w:r w:rsidR="009E2026">
        <w:rPr>
          <w:sz w:val="22"/>
        </w:rPr>
        <w:t xml:space="preserve">) </w:t>
      </w:r>
      <w:r w:rsidR="009E2026" w:rsidRPr="009E2026">
        <w:rPr>
          <w:sz w:val="22"/>
        </w:rPr>
        <w:t>vorgibst. Das Programm soll die</w:t>
      </w:r>
      <w:r w:rsidR="009E2026">
        <w:rPr>
          <w:sz w:val="22"/>
        </w:rPr>
        <w:t xml:space="preserve"> zuaddierenden</w:t>
      </w:r>
      <w:r w:rsidR="009E2026" w:rsidRPr="009E2026">
        <w:rPr>
          <w:sz w:val="22"/>
        </w:rPr>
        <w:t xml:space="preserve"> Nachfolger eigenständig bestimmen.</w:t>
      </w:r>
      <w:r>
        <w:br/>
      </w:r>
      <w:r w:rsidRPr="00DB225B">
        <w:rPr>
          <w:sz w:val="18"/>
        </w:rPr>
        <w:t xml:space="preserve">Hinweis: Falls dein Programm länger wird, kannst du statt der Zellen 10 </w:t>
      </w:r>
      <w:r>
        <w:rPr>
          <w:sz w:val="18"/>
        </w:rPr>
        <w:t>,</w:t>
      </w:r>
      <w:r w:rsidRPr="00DB225B">
        <w:rPr>
          <w:sz w:val="18"/>
        </w:rPr>
        <w:t>11 die Zellen 20 und 21 verwenden,</w:t>
      </w:r>
      <w:r w:rsidR="009E2026">
        <w:rPr>
          <w:sz w:val="18"/>
        </w:rPr>
        <w:br/>
      </w:r>
      <w:r w:rsidRPr="00DB225B">
        <w:rPr>
          <w:sz w:val="18"/>
        </w:rPr>
        <w:br/>
      </w:r>
      <w:r w:rsidR="00450E43">
        <w:t>Beispiel</w:t>
      </w:r>
      <w:r>
        <w:t xml:space="preserve"> : </w:t>
      </w:r>
      <w:r>
        <w:tab/>
      </w:r>
      <w:r>
        <w:tab/>
      </w:r>
      <w:r w:rsidRPr="00450E43">
        <w:rPr>
          <w:rFonts w:ascii="Courier New" w:hAnsi="Courier New"/>
          <w:b/>
          <w:noProof/>
          <w:sz w:val="20"/>
        </w:rPr>
        <w:t xml:space="preserve">10:  7 </w:t>
      </w:r>
      <w:r w:rsidRPr="00450E43">
        <w:rPr>
          <w:rFonts w:ascii="Courier New" w:hAnsi="Courier New"/>
          <w:b/>
          <w:noProof/>
          <w:sz w:val="20"/>
        </w:rPr>
        <w:tab/>
        <w:t xml:space="preserve">--&gt; </w:t>
      </w:r>
      <w:r w:rsidRPr="00450E43">
        <w:rPr>
          <w:rFonts w:ascii="Courier New" w:hAnsi="Courier New"/>
          <w:b/>
          <w:noProof/>
          <w:sz w:val="20"/>
        </w:rPr>
        <w:tab/>
        <w:t>11:  7 + 8 + 9 = 24</w:t>
      </w:r>
      <w:r w:rsidRPr="00450E43">
        <w:rPr>
          <w:rFonts w:ascii="Courier New" w:hAnsi="Courier New"/>
          <w:b/>
          <w:noProof/>
          <w:sz w:val="20"/>
        </w:rPr>
        <w:br/>
      </w:r>
      <w:r w:rsidR="00450E43">
        <w:t xml:space="preserve">    oder</w:t>
      </w:r>
      <w:r w:rsidR="00450E43">
        <w:tab/>
      </w:r>
      <w:r w:rsidR="00450E43">
        <w:tab/>
      </w:r>
      <w:r w:rsidR="00450E43">
        <w:tab/>
      </w:r>
      <w:r w:rsidR="00450E43" w:rsidRPr="00450E43">
        <w:rPr>
          <w:rFonts w:ascii="Courier New" w:hAnsi="Courier New"/>
          <w:b/>
          <w:noProof/>
          <w:sz w:val="20"/>
        </w:rPr>
        <w:t xml:space="preserve">10:  </w:t>
      </w:r>
      <w:r w:rsidR="00450E43">
        <w:rPr>
          <w:rFonts w:ascii="Courier New" w:hAnsi="Courier New"/>
          <w:b/>
          <w:noProof/>
          <w:sz w:val="20"/>
        </w:rPr>
        <w:t xml:space="preserve">5 </w:t>
      </w:r>
      <w:r w:rsidR="00450E43">
        <w:rPr>
          <w:rFonts w:ascii="Courier New" w:hAnsi="Courier New"/>
          <w:b/>
          <w:noProof/>
          <w:sz w:val="20"/>
        </w:rPr>
        <w:tab/>
        <w:t xml:space="preserve">--&gt; </w:t>
      </w:r>
      <w:r w:rsidR="00450E43">
        <w:rPr>
          <w:rFonts w:ascii="Courier New" w:hAnsi="Courier New"/>
          <w:b/>
          <w:noProof/>
          <w:sz w:val="20"/>
        </w:rPr>
        <w:tab/>
        <w:t>11:  5</w:t>
      </w:r>
      <w:r w:rsidR="00450E43" w:rsidRPr="00450E43">
        <w:rPr>
          <w:rFonts w:ascii="Courier New" w:hAnsi="Courier New"/>
          <w:b/>
          <w:noProof/>
          <w:sz w:val="20"/>
        </w:rPr>
        <w:t xml:space="preserve"> + </w:t>
      </w:r>
      <w:r w:rsidR="00450E43">
        <w:rPr>
          <w:rFonts w:ascii="Courier New" w:hAnsi="Courier New"/>
          <w:b/>
          <w:noProof/>
          <w:sz w:val="20"/>
        </w:rPr>
        <w:t>6 + 7</w:t>
      </w:r>
      <w:r w:rsidR="00450E43" w:rsidRPr="00450E43">
        <w:rPr>
          <w:rFonts w:ascii="Courier New" w:hAnsi="Courier New"/>
          <w:b/>
          <w:noProof/>
          <w:sz w:val="20"/>
        </w:rPr>
        <w:t xml:space="preserve"> = </w:t>
      </w:r>
      <w:r w:rsidR="00450E43">
        <w:rPr>
          <w:rFonts w:ascii="Courier New" w:hAnsi="Courier New"/>
          <w:b/>
          <w:noProof/>
          <w:sz w:val="20"/>
        </w:rPr>
        <w:t>18</w:t>
      </w:r>
      <w:r w:rsidR="00450E43">
        <w:br/>
      </w:r>
      <w:r>
        <w:t>Notiere den Quelltext.</w:t>
      </w:r>
      <w:r>
        <w:br/>
      </w:r>
    </w:p>
    <w:tbl>
      <w:tblPr>
        <w:tblStyle w:val="Tabellenraster"/>
        <w:tblW w:w="0" w:type="auto"/>
        <w:tblInd w:w="2070" w:type="dxa"/>
        <w:tblLook w:val="00A0" w:firstRow="1" w:lastRow="0" w:firstColumn="1" w:lastColumn="0" w:noHBand="0" w:noVBand="0"/>
      </w:tblPr>
      <w:tblGrid>
        <w:gridCol w:w="1526"/>
        <w:gridCol w:w="1701"/>
        <w:gridCol w:w="1701"/>
      </w:tblGrid>
      <w:tr w:rsidR="00312205" w:rsidTr="00787403">
        <w:tc>
          <w:tcPr>
            <w:tcW w:w="1526" w:type="dxa"/>
          </w:tcPr>
          <w:p w:rsidR="00312205" w:rsidRDefault="00312205" w:rsidP="00787403">
            <w:r>
              <w:t>Adr</w:t>
            </w:r>
          </w:p>
        </w:tc>
        <w:tc>
          <w:tcPr>
            <w:tcW w:w="1701" w:type="dxa"/>
          </w:tcPr>
          <w:p w:rsidR="00312205" w:rsidRDefault="00312205" w:rsidP="00787403">
            <w:r>
              <w:t>Asm</w:t>
            </w:r>
          </w:p>
        </w:tc>
        <w:tc>
          <w:tcPr>
            <w:tcW w:w="1701" w:type="dxa"/>
          </w:tcPr>
          <w:p w:rsidR="00312205" w:rsidRDefault="00312205" w:rsidP="00787403">
            <w:r>
              <w:t>Op</w:t>
            </w:r>
          </w:p>
        </w:tc>
      </w:tr>
      <w:tr w:rsidR="00312205" w:rsidTr="00787403">
        <w:tc>
          <w:tcPr>
            <w:tcW w:w="1526" w:type="dxa"/>
          </w:tcPr>
          <w:p w:rsidR="00312205" w:rsidRDefault="00312205" w:rsidP="00787403">
            <w:r>
              <w:t>0</w:t>
            </w:r>
          </w:p>
        </w:tc>
        <w:tc>
          <w:tcPr>
            <w:tcW w:w="1701" w:type="dxa"/>
          </w:tcPr>
          <w:p w:rsidR="00312205" w:rsidRDefault="00312205" w:rsidP="00787403"/>
        </w:tc>
        <w:tc>
          <w:tcPr>
            <w:tcW w:w="1701" w:type="dxa"/>
          </w:tcPr>
          <w:p w:rsidR="00312205" w:rsidRDefault="00312205" w:rsidP="00787403"/>
        </w:tc>
      </w:tr>
      <w:tr w:rsidR="00312205" w:rsidTr="00787403">
        <w:tc>
          <w:tcPr>
            <w:tcW w:w="1526" w:type="dxa"/>
          </w:tcPr>
          <w:p w:rsidR="00312205" w:rsidRDefault="00312205" w:rsidP="00787403">
            <w:r>
              <w:t>1</w:t>
            </w:r>
          </w:p>
        </w:tc>
        <w:tc>
          <w:tcPr>
            <w:tcW w:w="1701" w:type="dxa"/>
          </w:tcPr>
          <w:p w:rsidR="00312205" w:rsidRDefault="00312205" w:rsidP="00787403"/>
        </w:tc>
        <w:tc>
          <w:tcPr>
            <w:tcW w:w="1701" w:type="dxa"/>
          </w:tcPr>
          <w:p w:rsidR="00312205" w:rsidRDefault="00312205" w:rsidP="00787403"/>
        </w:tc>
      </w:tr>
      <w:tr w:rsidR="00312205" w:rsidTr="00787403">
        <w:tc>
          <w:tcPr>
            <w:tcW w:w="1526" w:type="dxa"/>
          </w:tcPr>
          <w:p w:rsidR="00312205" w:rsidRDefault="00312205" w:rsidP="00787403">
            <w:r>
              <w:t>2</w:t>
            </w:r>
          </w:p>
        </w:tc>
        <w:tc>
          <w:tcPr>
            <w:tcW w:w="1701" w:type="dxa"/>
          </w:tcPr>
          <w:p w:rsidR="00312205" w:rsidRDefault="00312205" w:rsidP="00787403"/>
        </w:tc>
        <w:tc>
          <w:tcPr>
            <w:tcW w:w="1701" w:type="dxa"/>
          </w:tcPr>
          <w:p w:rsidR="00312205" w:rsidRDefault="00312205" w:rsidP="00787403"/>
        </w:tc>
      </w:tr>
      <w:tr w:rsidR="00312205" w:rsidTr="00787403">
        <w:tc>
          <w:tcPr>
            <w:tcW w:w="1526" w:type="dxa"/>
          </w:tcPr>
          <w:p w:rsidR="00312205" w:rsidRDefault="00312205" w:rsidP="00787403">
            <w:r>
              <w:t>3</w:t>
            </w:r>
          </w:p>
        </w:tc>
        <w:tc>
          <w:tcPr>
            <w:tcW w:w="1701" w:type="dxa"/>
          </w:tcPr>
          <w:p w:rsidR="00312205" w:rsidRDefault="00312205" w:rsidP="00787403"/>
        </w:tc>
        <w:tc>
          <w:tcPr>
            <w:tcW w:w="1701" w:type="dxa"/>
          </w:tcPr>
          <w:p w:rsidR="00312205" w:rsidRDefault="00312205" w:rsidP="00787403"/>
        </w:tc>
      </w:tr>
      <w:tr w:rsidR="00312205" w:rsidTr="00787403">
        <w:tc>
          <w:tcPr>
            <w:tcW w:w="1526" w:type="dxa"/>
          </w:tcPr>
          <w:p w:rsidR="00312205" w:rsidRDefault="00312205" w:rsidP="00787403">
            <w:r>
              <w:t>4</w:t>
            </w:r>
          </w:p>
        </w:tc>
        <w:tc>
          <w:tcPr>
            <w:tcW w:w="1701" w:type="dxa"/>
          </w:tcPr>
          <w:p w:rsidR="00312205" w:rsidRDefault="00312205" w:rsidP="00787403"/>
        </w:tc>
        <w:tc>
          <w:tcPr>
            <w:tcW w:w="1701" w:type="dxa"/>
          </w:tcPr>
          <w:p w:rsidR="00312205" w:rsidRDefault="00312205" w:rsidP="00787403"/>
        </w:tc>
      </w:tr>
      <w:tr w:rsidR="00312205" w:rsidTr="00787403">
        <w:tc>
          <w:tcPr>
            <w:tcW w:w="1526" w:type="dxa"/>
          </w:tcPr>
          <w:p w:rsidR="00312205" w:rsidRDefault="00312205" w:rsidP="00787403">
            <w:r>
              <w:t>5</w:t>
            </w:r>
          </w:p>
        </w:tc>
        <w:tc>
          <w:tcPr>
            <w:tcW w:w="1701" w:type="dxa"/>
          </w:tcPr>
          <w:p w:rsidR="00312205" w:rsidRDefault="00312205" w:rsidP="00787403"/>
        </w:tc>
        <w:tc>
          <w:tcPr>
            <w:tcW w:w="1701" w:type="dxa"/>
          </w:tcPr>
          <w:p w:rsidR="00312205" w:rsidRDefault="00312205" w:rsidP="00787403"/>
        </w:tc>
      </w:tr>
      <w:tr w:rsidR="00312205" w:rsidTr="00787403">
        <w:tc>
          <w:tcPr>
            <w:tcW w:w="1526" w:type="dxa"/>
          </w:tcPr>
          <w:p w:rsidR="00312205" w:rsidRDefault="00312205" w:rsidP="00787403">
            <w:r>
              <w:t>6</w:t>
            </w:r>
          </w:p>
        </w:tc>
        <w:tc>
          <w:tcPr>
            <w:tcW w:w="1701" w:type="dxa"/>
          </w:tcPr>
          <w:p w:rsidR="00312205" w:rsidRDefault="00312205" w:rsidP="00787403"/>
        </w:tc>
        <w:tc>
          <w:tcPr>
            <w:tcW w:w="1701" w:type="dxa"/>
          </w:tcPr>
          <w:p w:rsidR="00312205" w:rsidRDefault="00312205" w:rsidP="00787403"/>
        </w:tc>
      </w:tr>
      <w:tr w:rsidR="00312205" w:rsidTr="00787403">
        <w:tc>
          <w:tcPr>
            <w:tcW w:w="1526" w:type="dxa"/>
          </w:tcPr>
          <w:p w:rsidR="00312205" w:rsidRDefault="00312205" w:rsidP="00787403">
            <w:r>
              <w:t>7</w:t>
            </w:r>
          </w:p>
        </w:tc>
        <w:tc>
          <w:tcPr>
            <w:tcW w:w="1701" w:type="dxa"/>
          </w:tcPr>
          <w:p w:rsidR="00312205" w:rsidRDefault="00312205" w:rsidP="00787403"/>
        </w:tc>
        <w:tc>
          <w:tcPr>
            <w:tcW w:w="1701" w:type="dxa"/>
          </w:tcPr>
          <w:p w:rsidR="00312205" w:rsidRDefault="00312205" w:rsidP="00787403"/>
        </w:tc>
      </w:tr>
      <w:tr w:rsidR="00312205" w:rsidTr="00787403">
        <w:tc>
          <w:tcPr>
            <w:tcW w:w="1526" w:type="dxa"/>
          </w:tcPr>
          <w:p w:rsidR="00312205" w:rsidRDefault="00312205" w:rsidP="00787403">
            <w:r>
              <w:t>8</w:t>
            </w:r>
          </w:p>
        </w:tc>
        <w:tc>
          <w:tcPr>
            <w:tcW w:w="1701" w:type="dxa"/>
          </w:tcPr>
          <w:p w:rsidR="00312205" w:rsidRDefault="00312205" w:rsidP="00787403"/>
        </w:tc>
        <w:tc>
          <w:tcPr>
            <w:tcW w:w="1701" w:type="dxa"/>
          </w:tcPr>
          <w:p w:rsidR="00312205" w:rsidRDefault="00312205" w:rsidP="00787403"/>
        </w:tc>
      </w:tr>
      <w:tr w:rsidR="00312205" w:rsidTr="00787403">
        <w:tc>
          <w:tcPr>
            <w:tcW w:w="1526" w:type="dxa"/>
          </w:tcPr>
          <w:p w:rsidR="00312205" w:rsidRDefault="00312205" w:rsidP="00787403">
            <w:r>
              <w:t>9</w:t>
            </w:r>
          </w:p>
        </w:tc>
        <w:tc>
          <w:tcPr>
            <w:tcW w:w="1701" w:type="dxa"/>
          </w:tcPr>
          <w:p w:rsidR="00312205" w:rsidRDefault="00312205" w:rsidP="00787403"/>
        </w:tc>
        <w:tc>
          <w:tcPr>
            <w:tcW w:w="1701" w:type="dxa"/>
          </w:tcPr>
          <w:p w:rsidR="00312205" w:rsidRDefault="00312205" w:rsidP="00787403"/>
        </w:tc>
      </w:tr>
      <w:tr w:rsidR="00312205" w:rsidTr="00787403">
        <w:tc>
          <w:tcPr>
            <w:tcW w:w="1526" w:type="dxa"/>
          </w:tcPr>
          <w:p w:rsidR="00312205" w:rsidRDefault="00312205" w:rsidP="00787403">
            <w:r>
              <w:t>10</w:t>
            </w:r>
          </w:p>
        </w:tc>
        <w:tc>
          <w:tcPr>
            <w:tcW w:w="1701" w:type="dxa"/>
          </w:tcPr>
          <w:p w:rsidR="00312205" w:rsidRDefault="00312205" w:rsidP="00787403"/>
        </w:tc>
        <w:tc>
          <w:tcPr>
            <w:tcW w:w="1701" w:type="dxa"/>
          </w:tcPr>
          <w:p w:rsidR="00312205" w:rsidRDefault="00312205" w:rsidP="00787403"/>
        </w:tc>
      </w:tr>
      <w:tr w:rsidR="00312205" w:rsidTr="00787403">
        <w:tc>
          <w:tcPr>
            <w:tcW w:w="1526" w:type="dxa"/>
          </w:tcPr>
          <w:p w:rsidR="00312205" w:rsidRDefault="00312205" w:rsidP="00787403">
            <w:r>
              <w:t>11</w:t>
            </w:r>
          </w:p>
        </w:tc>
        <w:tc>
          <w:tcPr>
            <w:tcW w:w="1701" w:type="dxa"/>
          </w:tcPr>
          <w:p w:rsidR="00312205" w:rsidRDefault="00312205" w:rsidP="00787403"/>
        </w:tc>
        <w:tc>
          <w:tcPr>
            <w:tcW w:w="1701" w:type="dxa"/>
          </w:tcPr>
          <w:p w:rsidR="00312205" w:rsidRDefault="00312205" w:rsidP="00787403"/>
        </w:tc>
      </w:tr>
      <w:tr w:rsidR="00312205" w:rsidTr="00787403">
        <w:tc>
          <w:tcPr>
            <w:tcW w:w="1526" w:type="dxa"/>
          </w:tcPr>
          <w:p w:rsidR="00312205" w:rsidRDefault="00312205" w:rsidP="00787403">
            <w:r>
              <w:t>12</w:t>
            </w:r>
          </w:p>
        </w:tc>
        <w:tc>
          <w:tcPr>
            <w:tcW w:w="1701" w:type="dxa"/>
          </w:tcPr>
          <w:p w:rsidR="00312205" w:rsidRDefault="00312205" w:rsidP="00787403"/>
        </w:tc>
        <w:tc>
          <w:tcPr>
            <w:tcW w:w="1701" w:type="dxa"/>
          </w:tcPr>
          <w:p w:rsidR="00312205" w:rsidRDefault="00312205" w:rsidP="00787403"/>
        </w:tc>
      </w:tr>
      <w:tr w:rsidR="00312205" w:rsidTr="00787403">
        <w:tc>
          <w:tcPr>
            <w:tcW w:w="1526" w:type="dxa"/>
          </w:tcPr>
          <w:p w:rsidR="00312205" w:rsidRDefault="00312205" w:rsidP="00787403">
            <w:r>
              <w:t>13</w:t>
            </w:r>
          </w:p>
        </w:tc>
        <w:tc>
          <w:tcPr>
            <w:tcW w:w="1701" w:type="dxa"/>
          </w:tcPr>
          <w:p w:rsidR="00312205" w:rsidRDefault="00312205" w:rsidP="00787403"/>
        </w:tc>
        <w:tc>
          <w:tcPr>
            <w:tcW w:w="1701" w:type="dxa"/>
          </w:tcPr>
          <w:p w:rsidR="00312205" w:rsidRDefault="00312205" w:rsidP="00787403"/>
        </w:tc>
      </w:tr>
      <w:tr w:rsidR="00312205" w:rsidTr="00787403">
        <w:tc>
          <w:tcPr>
            <w:tcW w:w="1526" w:type="dxa"/>
          </w:tcPr>
          <w:p w:rsidR="00312205" w:rsidRDefault="00312205" w:rsidP="00787403">
            <w:r>
              <w:t>14</w:t>
            </w:r>
          </w:p>
        </w:tc>
        <w:tc>
          <w:tcPr>
            <w:tcW w:w="1701" w:type="dxa"/>
          </w:tcPr>
          <w:p w:rsidR="00312205" w:rsidRDefault="00312205" w:rsidP="00787403"/>
        </w:tc>
        <w:tc>
          <w:tcPr>
            <w:tcW w:w="1701" w:type="dxa"/>
          </w:tcPr>
          <w:p w:rsidR="00312205" w:rsidRDefault="00312205" w:rsidP="00787403"/>
        </w:tc>
      </w:tr>
      <w:tr w:rsidR="00312205" w:rsidTr="00787403">
        <w:tc>
          <w:tcPr>
            <w:tcW w:w="1526" w:type="dxa"/>
          </w:tcPr>
          <w:p w:rsidR="00312205" w:rsidRDefault="00312205" w:rsidP="00787403">
            <w:r>
              <w:t>15</w:t>
            </w:r>
          </w:p>
        </w:tc>
        <w:tc>
          <w:tcPr>
            <w:tcW w:w="1701" w:type="dxa"/>
          </w:tcPr>
          <w:p w:rsidR="00312205" w:rsidRDefault="00312205" w:rsidP="00787403"/>
        </w:tc>
        <w:tc>
          <w:tcPr>
            <w:tcW w:w="1701" w:type="dxa"/>
          </w:tcPr>
          <w:p w:rsidR="00312205" w:rsidRDefault="00312205" w:rsidP="00787403"/>
        </w:tc>
      </w:tr>
      <w:tr w:rsidR="00312205" w:rsidTr="00787403">
        <w:tc>
          <w:tcPr>
            <w:tcW w:w="1526" w:type="dxa"/>
          </w:tcPr>
          <w:p w:rsidR="00312205" w:rsidRDefault="00312205" w:rsidP="00787403">
            <w:r>
              <w:t>16</w:t>
            </w:r>
          </w:p>
        </w:tc>
        <w:tc>
          <w:tcPr>
            <w:tcW w:w="1701" w:type="dxa"/>
          </w:tcPr>
          <w:p w:rsidR="00312205" w:rsidRDefault="00312205" w:rsidP="00787403"/>
        </w:tc>
        <w:tc>
          <w:tcPr>
            <w:tcW w:w="1701" w:type="dxa"/>
          </w:tcPr>
          <w:p w:rsidR="00312205" w:rsidRDefault="00312205" w:rsidP="00787403"/>
        </w:tc>
      </w:tr>
      <w:tr w:rsidR="00312205" w:rsidTr="009E2026">
        <w:trPr>
          <w:trHeight w:val="452"/>
        </w:trPr>
        <w:tc>
          <w:tcPr>
            <w:tcW w:w="1526" w:type="dxa"/>
          </w:tcPr>
          <w:p w:rsidR="00312205" w:rsidRDefault="00312205" w:rsidP="00787403">
            <w:r>
              <w:t>17</w:t>
            </w:r>
          </w:p>
        </w:tc>
        <w:tc>
          <w:tcPr>
            <w:tcW w:w="1701" w:type="dxa"/>
          </w:tcPr>
          <w:p w:rsidR="00312205" w:rsidRDefault="00312205" w:rsidP="00787403"/>
        </w:tc>
        <w:tc>
          <w:tcPr>
            <w:tcW w:w="1701" w:type="dxa"/>
          </w:tcPr>
          <w:p w:rsidR="00312205" w:rsidRDefault="00312205" w:rsidP="00787403"/>
        </w:tc>
      </w:tr>
      <w:tr w:rsidR="00312205" w:rsidTr="00787403">
        <w:tc>
          <w:tcPr>
            <w:tcW w:w="1526" w:type="dxa"/>
          </w:tcPr>
          <w:p w:rsidR="00312205" w:rsidRDefault="00312205" w:rsidP="00787403">
            <w:r>
              <w:t>18</w:t>
            </w:r>
          </w:p>
        </w:tc>
        <w:tc>
          <w:tcPr>
            <w:tcW w:w="1701" w:type="dxa"/>
          </w:tcPr>
          <w:p w:rsidR="00312205" w:rsidRDefault="00312205" w:rsidP="00787403"/>
        </w:tc>
        <w:tc>
          <w:tcPr>
            <w:tcW w:w="1701" w:type="dxa"/>
          </w:tcPr>
          <w:p w:rsidR="00312205" w:rsidRDefault="00312205" w:rsidP="00787403"/>
        </w:tc>
      </w:tr>
      <w:tr w:rsidR="00312205" w:rsidTr="00787403">
        <w:tc>
          <w:tcPr>
            <w:tcW w:w="1526" w:type="dxa"/>
          </w:tcPr>
          <w:p w:rsidR="00312205" w:rsidRDefault="00312205" w:rsidP="00787403">
            <w:r>
              <w:t>19</w:t>
            </w:r>
          </w:p>
        </w:tc>
        <w:tc>
          <w:tcPr>
            <w:tcW w:w="1701" w:type="dxa"/>
          </w:tcPr>
          <w:p w:rsidR="00312205" w:rsidRDefault="00312205" w:rsidP="00787403"/>
        </w:tc>
        <w:tc>
          <w:tcPr>
            <w:tcW w:w="1701" w:type="dxa"/>
          </w:tcPr>
          <w:p w:rsidR="00312205" w:rsidRDefault="00312205" w:rsidP="00787403"/>
        </w:tc>
      </w:tr>
      <w:tr w:rsidR="00312205" w:rsidTr="00787403">
        <w:tc>
          <w:tcPr>
            <w:tcW w:w="1526" w:type="dxa"/>
          </w:tcPr>
          <w:p w:rsidR="00312205" w:rsidRDefault="00312205" w:rsidP="00787403">
            <w:r>
              <w:t>20</w:t>
            </w:r>
          </w:p>
        </w:tc>
        <w:tc>
          <w:tcPr>
            <w:tcW w:w="1701" w:type="dxa"/>
          </w:tcPr>
          <w:p w:rsidR="00312205" w:rsidRDefault="00312205" w:rsidP="00787403"/>
        </w:tc>
        <w:tc>
          <w:tcPr>
            <w:tcW w:w="1701" w:type="dxa"/>
          </w:tcPr>
          <w:p w:rsidR="00312205" w:rsidRDefault="00312205" w:rsidP="00787403"/>
        </w:tc>
      </w:tr>
      <w:tr w:rsidR="00312205" w:rsidTr="00787403">
        <w:tc>
          <w:tcPr>
            <w:tcW w:w="1526" w:type="dxa"/>
          </w:tcPr>
          <w:p w:rsidR="00312205" w:rsidRDefault="00312205" w:rsidP="00787403">
            <w:r>
              <w:t>21</w:t>
            </w:r>
          </w:p>
        </w:tc>
        <w:tc>
          <w:tcPr>
            <w:tcW w:w="1701" w:type="dxa"/>
          </w:tcPr>
          <w:p w:rsidR="00312205" w:rsidRDefault="00312205" w:rsidP="00787403"/>
        </w:tc>
        <w:tc>
          <w:tcPr>
            <w:tcW w:w="1701" w:type="dxa"/>
          </w:tcPr>
          <w:p w:rsidR="00312205" w:rsidRDefault="00312205" w:rsidP="00787403"/>
        </w:tc>
      </w:tr>
    </w:tbl>
    <w:p w:rsidR="00312205" w:rsidRDefault="00312205" w:rsidP="009E2026">
      <w:r>
        <w:br/>
      </w:r>
      <w:r>
        <w:br w:type="page"/>
      </w:r>
    </w:p>
    <w:p w:rsidR="00312205" w:rsidRDefault="00312205" w:rsidP="00312205">
      <w:pPr>
        <w:pStyle w:val="berschrift2"/>
      </w:pPr>
      <w:r>
        <w:lastRenderedPageBreak/>
        <w:t>Johnny_2</w:t>
      </w:r>
      <w:r>
        <w:tab/>
        <w:t>Sprunganweisungen</w:t>
      </w:r>
    </w:p>
    <w:p w:rsidR="00312205" w:rsidRPr="00AE0FB7" w:rsidRDefault="00312205" w:rsidP="00312205">
      <w:pPr>
        <w:rPr>
          <w:color w:val="008000"/>
          <w:sz w:val="20"/>
        </w:rPr>
      </w:pPr>
      <w:r w:rsidRPr="00AE0FB7">
        <w:rPr>
          <w:color w:val="008000"/>
          <w:sz w:val="20"/>
        </w:rPr>
        <w:t>Die Lösungen zeigt dir die Z3.</w:t>
      </w: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312205" w:rsidTr="00787403">
        <w:tc>
          <w:tcPr>
            <w:tcW w:w="2303" w:type="dxa"/>
          </w:tcPr>
          <w:p w:rsidR="00312205" w:rsidRDefault="00312205" w:rsidP="00787403">
            <w:r>
              <w:t>Video</w:t>
            </w:r>
          </w:p>
        </w:tc>
        <w:tc>
          <w:tcPr>
            <w:tcW w:w="2303" w:type="dxa"/>
          </w:tcPr>
          <w:p w:rsidR="00312205" w:rsidRDefault="00312205" w:rsidP="00787403">
            <w:r>
              <w:t>Vorkenntnisse</w:t>
            </w:r>
          </w:p>
        </w:tc>
        <w:tc>
          <w:tcPr>
            <w:tcW w:w="2303" w:type="dxa"/>
          </w:tcPr>
          <w:p w:rsidR="00312205" w:rsidRDefault="00312205" w:rsidP="00787403">
            <w:r>
              <w:t>Hilfsmittel</w:t>
            </w:r>
          </w:p>
        </w:tc>
        <w:tc>
          <w:tcPr>
            <w:tcW w:w="2303" w:type="dxa"/>
          </w:tcPr>
          <w:p w:rsidR="00312205" w:rsidRDefault="00312205" w:rsidP="00787403"/>
        </w:tc>
      </w:tr>
      <w:tr w:rsidR="00312205" w:rsidRPr="000449BC" w:rsidTr="00787403">
        <w:tc>
          <w:tcPr>
            <w:tcW w:w="2303" w:type="dxa"/>
          </w:tcPr>
          <w:p w:rsidR="00312205" w:rsidRPr="000449BC" w:rsidRDefault="00312205" w:rsidP="009E2026">
            <w:pPr>
              <w:rPr>
                <w:sz w:val="20"/>
              </w:rPr>
            </w:pPr>
            <w:r>
              <w:rPr>
                <w:sz w:val="20"/>
              </w:rPr>
              <w:t>johnny_</w:t>
            </w:r>
            <w:r w:rsidR="009E2026">
              <w:rPr>
                <w:sz w:val="20"/>
              </w:rPr>
              <w:t>2</w:t>
            </w:r>
            <w:r w:rsidRPr="000449BC">
              <w:rPr>
                <w:sz w:val="20"/>
              </w:rPr>
              <w:t>.mp4</w:t>
            </w:r>
          </w:p>
        </w:tc>
        <w:tc>
          <w:tcPr>
            <w:tcW w:w="2303" w:type="dxa"/>
          </w:tcPr>
          <w:p w:rsidR="00312205" w:rsidRPr="000449BC" w:rsidRDefault="00312205" w:rsidP="00787403">
            <w:pPr>
              <w:rPr>
                <w:sz w:val="20"/>
              </w:rPr>
            </w:pPr>
            <w:r>
              <w:rPr>
                <w:sz w:val="20"/>
              </w:rPr>
              <w:t>Johnny_1</w:t>
            </w:r>
          </w:p>
        </w:tc>
        <w:tc>
          <w:tcPr>
            <w:tcW w:w="2303" w:type="dxa"/>
          </w:tcPr>
          <w:p w:rsidR="00312205" w:rsidRPr="000449BC" w:rsidRDefault="00312205" w:rsidP="00787403">
            <w:pPr>
              <w:rPr>
                <w:sz w:val="20"/>
              </w:rPr>
            </w:pPr>
            <w:r w:rsidRPr="000449BC">
              <w:rPr>
                <w:sz w:val="20"/>
              </w:rPr>
              <w:t>Johnny Doku.pdf</w:t>
            </w:r>
          </w:p>
        </w:tc>
        <w:tc>
          <w:tcPr>
            <w:tcW w:w="2303" w:type="dxa"/>
          </w:tcPr>
          <w:p w:rsidR="00312205" w:rsidRPr="000449BC" w:rsidRDefault="00312205" w:rsidP="00787403">
            <w:pPr>
              <w:rPr>
                <w:sz w:val="20"/>
              </w:rPr>
            </w:pPr>
            <w:r w:rsidRPr="000449BC">
              <w:rPr>
                <w:sz w:val="20"/>
              </w:rPr>
              <w:t>S. 7 - 10</w:t>
            </w:r>
          </w:p>
        </w:tc>
      </w:tr>
    </w:tbl>
    <w:p w:rsidR="00312205" w:rsidRDefault="00312205" w:rsidP="00312205">
      <w:pPr>
        <w:pStyle w:val="Listenabsatz"/>
      </w:pPr>
    </w:p>
    <w:p w:rsidR="00312205" w:rsidRDefault="00312205" w:rsidP="00312205">
      <w:pPr>
        <w:pStyle w:val="Listenabsatz"/>
        <w:numPr>
          <w:ilvl w:val="0"/>
          <w:numId w:val="5"/>
        </w:numPr>
      </w:pPr>
      <w:r>
        <w:t>Informiere dich über die Wirkung von Sprunganweisungen des von-Neumann-Simu</w:t>
      </w:r>
      <w:r w:rsidR="009E2026">
        <w:t>lators Johnny im Video. johnny_2</w:t>
      </w:r>
      <w:r>
        <w:t xml:space="preserve">.mp4 </w:t>
      </w:r>
      <w:r>
        <w:br/>
        <w:t>Du kannst parallel auch die Aufgabe 3 lösen.</w:t>
      </w:r>
      <w:r>
        <w:br/>
      </w:r>
    </w:p>
    <w:p w:rsidR="00312205" w:rsidRDefault="00312205" w:rsidP="00312205">
      <w:pPr>
        <w:pStyle w:val="Listenabsatz"/>
        <w:numPr>
          <w:ilvl w:val="0"/>
          <w:numId w:val="5"/>
        </w:numPr>
      </w:pPr>
      <w:r>
        <w:t>Lies die angegebenen Seiten der Dokumentation.</w:t>
      </w:r>
      <w:r>
        <w:br/>
        <w:t>Notiere die Wirkung der folgenden Makro(Assembler)-Befehle:</w:t>
      </w: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1668"/>
        <w:gridCol w:w="7544"/>
      </w:tblGrid>
      <w:tr w:rsidR="00312205" w:rsidTr="00787403">
        <w:trPr>
          <w:trHeight w:val="567"/>
        </w:trPr>
        <w:tc>
          <w:tcPr>
            <w:tcW w:w="1668" w:type="dxa"/>
          </w:tcPr>
          <w:p w:rsidR="00312205" w:rsidRDefault="00312205" w:rsidP="00787403">
            <w:r>
              <w:t>TST</w:t>
            </w:r>
          </w:p>
        </w:tc>
        <w:tc>
          <w:tcPr>
            <w:tcW w:w="7544" w:type="dxa"/>
          </w:tcPr>
          <w:p w:rsidR="00312205" w:rsidRDefault="00312205" w:rsidP="00787403"/>
        </w:tc>
      </w:tr>
      <w:tr w:rsidR="00312205" w:rsidTr="00787403">
        <w:trPr>
          <w:trHeight w:val="567"/>
        </w:trPr>
        <w:tc>
          <w:tcPr>
            <w:tcW w:w="1668" w:type="dxa"/>
          </w:tcPr>
          <w:p w:rsidR="00312205" w:rsidRDefault="00312205" w:rsidP="00787403">
            <w:r>
              <w:t>JMP</w:t>
            </w:r>
          </w:p>
        </w:tc>
        <w:tc>
          <w:tcPr>
            <w:tcW w:w="7544" w:type="dxa"/>
          </w:tcPr>
          <w:p w:rsidR="00312205" w:rsidRDefault="00312205" w:rsidP="00787403"/>
        </w:tc>
      </w:tr>
    </w:tbl>
    <w:p w:rsidR="00312205" w:rsidRDefault="00312205" w:rsidP="00312205"/>
    <w:p w:rsidR="00312205" w:rsidRPr="001D280B" w:rsidRDefault="00312205" w:rsidP="00312205">
      <w:pPr>
        <w:pStyle w:val="Listenabsatz"/>
        <w:numPr>
          <w:ilvl w:val="0"/>
          <w:numId w:val="5"/>
        </w:numPr>
        <w:rPr>
          <w:lang w:val="en-US"/>
        </w:rPr>
      </w:pPr>
      <w:r>
        <w:t>Implementiere das Programm zur Bestimmung des Max zweier Speicherzellen aus dem Video.</w:t>
      </w:r>
      <w:r>
        <w:br/>
      </w:r>
      <w:r w:rsidRPr="00F356C8">
        <w:br/>
      </w:r>
      <w:r w:rsidRPr="007D31A7">
        <w:rPr>
          <w:rFonts w:ascii="Courier New" w:hAnsi="Courier New"/>
          <w:b/>
          <w:noProof/>
          <w:sz w:val="20"/>
          <w:lang w:val="en-US"/>
        </w:rPr>
        <w:t>000: TAKE 017</w:t>
      </w:r>
      <w:r w:rsidRPr="007D31A7">
        <w:rPr>
          <w:rFonts w:ascii="Courier New" w:hAnsi="Courier New"/>
          <w:b/>
          <w:noProof/>
          <w:sz w:val="20"/>
          <w:lang w:val="en-US"/>
        </w:rPr>
        <w:br/>
        <w:t>001: SUB  018</w:t>
      </w:r>
      <w:r w:rsidRPr="007D31A7">
        <w:rPr>
          <w:rFonts w:ascii="Courier New" w:hAnsi="Courier New"/>
          <w:b/>
          <w:noProof/>
          <w:sz w:val="20"/>
          <w:lang w:val="en-US"/>
        </w:rPr>
        <w:br/>
        <w:t>002: SAVE 021</w:t>
      </w:r>
      <w:r w:rsidRPr="007D31A7">
        <w:rPr>
          <w:rFonts w:ascii="Courier New" w:hAnsi="Courier New"/>
          <w:b/>
          <w:noProof/>
          <w:sz w:val="20"/>
          <w:lang w:val="en-US"/>
        </w:rPr>
        <w:br/>
        <w:t>003: TST  021</w:t>
      </w:r>
      <w:r w:rsidRPr="007D31A7">
        <w:rPr>
          <w:rFonts w:ascii="Courier New" w:hAnsi="Courier New"/>
          <w:b/>
          <w:noProof/>
          <w:sz w:val="20"/>
          <w:lang w:val="en-US"/>
        </w:rPr>
        <w:br/>
        <w:t>004: JMP  008</w:t>
      </w:r>
      <w:r w:rsidRPr="007D31A7">
        <w:rPr>
          <w:rFonts w:ascii="Courier New" w:hAnsi="Courier New"/>
          <w:b/>
          <w:noProof/>
          <w:sz w:val="20"/>
          <w:lang w:val="en-US"/>
        </w:rPr>
        <w:br/>
        <w:t>005: TAKE 018</w:t>
      </w:r>
      <w:r w:rsidRPr="007D31A7">
        <w:rPr>
          <w:rFonts w:ascii="Courier New" w:hAnsi="Courier New"/>
          <w:b/>
          <w:noProof/>
          <w:sz w:val="20"/>
          <w:lang w:val="en-US"/>
        </w:rPr>
        <w:br/>
        <w:t>006: SAVE 020</w:t>
      </w:r>
      <w:r w:rsidRPr="007D31A7">
        <w:rPr>
          <w:rFonts w:ascii="Courier New" w:hAnsi="Courier New"/>
          <w:b/>
          <w:noProof/>
          <w:sz w:val="20"/>
          <w:lang w:val="en-US"/>
        </w:rPr>
        <w:br/>
        <w:t>007: HLT  000</w:t>
      </w:r>
      <w:r w:rsidRPr="007D31A7">
        <w:rPr>
          <w:rFonts w:ascii="Courier New" w:hAnsi="Courier New"/>
          <w:b/>
          <w:noProof/>
          <w:sz w:val="20"/>
          <w:lang w:val="en-US"/>
        </w:rPr>
        <w:br/>
        <w:t>008: TAKE 017</w:t>
      </w:r>
      <w:r w:rsidRPr="007D31A7">
        <w:rPr>
          <w:rFonts w:ascii="Courier New" w:hAnsi="Courier New"/>
          <w:b/>
          <w:noProof/>
          <w:sz w:val="20"/>
          <w:lang w:val="en-US"/>
        </w:rPr>
        <w:br/>
        <w:t>009: SAVE 020</w:t>
      </w:r>
      <w:r w:rsidRPr="007D31A7">
        <w:rPr>
          <w:rFonts w:ascii="Courier New" w:hAnsi="Courier New"/>
          <w:b/>
          <w:noProof/>
          <w:sz w:val="20"/>
          <w:lang w:val="en-US"/>
        </w:rPr>
        <w:br/>
        <w:t>010: HLT  000</w:t>
      </w:r>
      <w:r>
        <w:rPr>
          <w:rFonts w:ascii="Courier New" w:hAnsi="Courier New"/>
          <w:b/>
          <w:noProof/>
          <w:sz w:val="20"/>
          <w:lang w:val="en-US"/>
        </w:rPr>
        <w:br/>
      </w:r>
    </w:p>
    <w:p w:rsidR="00312205" w:rsidRDefault="00312205" w:rsidP="00312205">
      <w:pPr>
        <w:pStyle w:val="Listenabsatz"/>
        <w:numPr>
          <w:ilvl w:val="0"/>
          <w:numId w:val="5"/>
        </w:numPr>
      </w:pPr>
      <w:r>
        <w:t>Notiere die Adresse der Speicherzelle des Ergebnisses: _________________________</w:t>
      </w:r>
    </w:p>
    <w:p w:rsidR="00312205" w:rsidRDefault="00312205" w:rsidP="00312205"/>
    <w:p w:rsidR="00604B4C" w:rsidRDefault="00312205" w:rsidP="00072DFD">
      <w:pPr>
        <w:pStyle w:val="Listenabsatz"/>
        <w:numPr>
          <w:ilvl w:val="0"/>
          <w:numId w:val="5"/>
        </w:numPr>
        <w:spacing w:line="276" w:lineRule="auto"/>
      </w:pPr>
      <w:r>
        <w:t>Teste das Programm aus Aufgabe 3 unter folgenden Bedingungen:</w:t>
      </w:r>
      <w:r>
        <w:br/>
        <w:t xml:space="preserve">a) In </w:t>
      </w:r>
      <w:r w:rsidRPr="00604B4C">
        <w:rPr>
          <w:rFonts w:ascii="Courier New" w:hAnsi="Courier New"/>
          <w:b/>
          <w:noProof/>
          <w:sz w:val="20"/>
        </w:rPr>
        <w:t xml:space="preserve">017 </w:t>
      </w:r>
      <w:r>
        <w:t xml:space="preserve">steht ein Wert, der größer ist, als der Wert in </w:t>
      </w:r>
      <w:r w:rsidRPr="00604B4C">
        <w:rPr>
          <w:rFonts w:ascii="Courier New" w:hAnsi="Courier New"/>
          <w:b/>
          <w:noProof/>
          <w:sz w:val="20"/>
        </w:rPr>
        <w:t>018</w:t>
      </w:r>
      <w:r>
        <w:t>.</w:t>
      </w:r>
      <w:r>
        <w:br/>
        <w:t xml:space="preserve">b) In </w:t>
      </w:r>
      <w:r w:rsidRPr="00604B4C">
        <w:rPr>
          <w:rFonts w:ascii="Courier New" w:hAnsi="Courier New"/>
          <w:b/>
          <w:noProof/>
          <w:sz w:val="20"/>
        </w:rPr>
        <w:t>017</w:t>
      </w:r>
      <w:r>
        <w:t xml:space="preserve"> steht ein Wert, der kleiner ist, als der Wert in </w:t>
      </w:r>
      <w:r w:rsidRPr="00604B4C">
        <w:rPr>
          <w:rFonts w:ascii="Courier New" w:hAnsi="Courier New"/>
          <w:b/>
          <w:noProof/>
          <w:sz w:val="20"/>
        </w:rPr>
        <w:t>018</w:t>
      </w:r>
      <w:r>
        <w:t>.</w:t>
      </w:r>
      <w:r>
        <w:br/>
        <w:t xml:space="preserve">c) In </w:t>
      </w:r>
      <w:r w:rsidRPr="00604B4C">
        <w:rPr>
          <w:rFonts w:ascii="Courier New" w:hAnsi="Courier New"/>
          <w:b/>
          <w:noProof/>
          <w:sz w:val="20"/>
        </w:rPr>
        <w:t>017</w:t>
      </w:r>
      <w:r>
        <w:t xml:space="preserve"> und </w:t>
      </w:r>
      <w:r w:rsidRPr="00604B4C">
        <w:rPr>
          <w:rFonts w:ascii="Courier New" w:hAnsi="Courier New"/>
          <w:b/>
          <w:noProof/>
          <w:sz w:val="20"/>
        </w:rPr>
        <w:t>018</w:t>
      </w:r>
      <w:r>
        <w:t xml:space="preserve"> steht jeweils der gleiche Wert.</w:t>
      </w:r>
      <w:r>
        <w:br/>
        <w:t xml:space="preserve">Notiere </w:t>
      </w:r>
      <w:r w:rsidR="00604B4C">
        <w:t>die Speicherbelegungen und</w:t>
      </w:r>
      <w:r>
        <w:t xml:space="preserve"> </w:t>
      </w:r>
      <w:r w:rsidR="00604B4C">
        <w:t xml:space="preserve">kennzeichne </w:t>
      </w:r>
      <w:r>
        <w:t xml:space="preserve">die Speicherzelle, deren Wert in die Zelle </w:t>
      </w:r>
      <w:r w:rsidRPr="00604B4C">
        <w:rPr>
          <w:rFonts w:ascii="Courier New" w:hAnsi="Courier New"/>
          <w:b/>
          <w:noProof/>
          <w:sz w:val="20"/>
        </w:rPr>
        <w:t>020</w:t>
      </w:r>
      <w:r w:rsidR="00604B4C">
        <w:t xml:space="preserve"> kopiert wird:</w:t>
      </w:r>
    </w:p>
    <w:tbl>
      <w:tblPr>
        <w:tblStyle w:val="Tabellenraster"/>
        <w:tblW w:w="0" w:type="auto"/>
        <w:tblInd w:w="2235" w:type="dxa"/>
        <w:tblLook w:val="04A0" w:firstRow="1" w:lastRow="0" w:firstColumn="1" w:lastColumn="0" w:noHBand="0" w:noVBand="1"/>
      </w:tblPr>
      <w:tblGrid>
        <w:gridCol w:w="1098"/>
        <w:gridCol w:w="1099"/>
        <w:gridCol w:w="1098"/>
        <w:gridCol w:w="1099"/>
      </w:tblGrid>
      <w:tr w:rsidR="00604B4C" w:rsidTr="00604B4C">
        <w:tc>
          <w:tcPr>
            <w:tcW w:w="1098" w:type="dxa"/>
          </w:tcPr>
          <w:p w:rsidR="00604B4C" w:rsidRDefault="00604B4C" w:rsidP="00604B4C">
            <w:pPr>
              <w:spacing w:line="276" w:lineRule="auto"/>
              <w:jc w:val="center"/>
            </w:pPr>
          </w:p>
        </w:tc>
        <w:tc>
          <w:tcPr>
            <w:tcW w:w="1099" w:type="dxa"/>
          </w:tcPr>
          <w:p w:rsidR="00604B4C" w:rsidRPr="00604B4C" w:rsidRDefault="00604B4C" w:rsidP="00604B4C">
            <w:pPr>
              <w:spacing w:line="276" w:lineRule="auto"/>
              <w:jc w:val="center"/>
              <w:rPr>
                <w:rFonts w:ascii="Courier New" w:hAnsi="Courier New"/>
                <w:b/>
                <w:noProof/>
                <w:sz w:val="20"/>
              </w:rPr>
            </w:pPr>
            <w:r w:rsidRPr="00604B4C">
              <w:rPr>
                <w:rFonts w:ascii="Courier New" w:hAnsi="Courier New"/>
                <w:b/>
                <w:noProof/>
                <w:sz w:val="20"/>
              </w:rPr>
              <w:t>(017)</w:t>
            </w:r>
          </w:p>
        </w:tc>
        <w:tc>
          <w:tcPr>
            <w:tcW w:w="1098" w:type="dxa"/>
          </w:tcPr>
          <w:p w:rsidR="00604B4C" w:rsidRPr="00604B4C" w:rsidRDefault="00604B4C" w:rsidP="00604B4C">
            <w:pPr>
              <w:spacing w:line="276" w:lineRule="auto"/>
              <w:jc w:val="center"/>
              <w:rPr>
                <w:rFonts w:ascii="Courier New" w:hAnsi="Courier New"/>
                <w:b/>
                <w:noProof/>
                <w:sz w:val="20"/>
              </w:rPr>
            </w:pPr>
            <w:r w:rsidRPr="00604B4C">
              <w:rPr>
                <w:rFonts w:ascii="Courier New" w:hAnsi="Courier New"/>
                <w:b/>
                <w:noProof/>
                <w:sz w:val="20"/>
              </w:rPr>
              <w:t>(018)</w:t>
            </w:r>
          </w:p>
        </w:tc>
        <w:tc>
          <w:tcPr>
            <w:tcW w:w="1099" w:type="dxa"/>
          </w:tcPr>
          <w:p w:rsidR="00604B4C" w:rsidRPr="00604B4C" w:rsidRDefault="00604B4C" w:rsidP="00604B4C">
            <w:pPr>
              <w:spacing w:line="276" w:lineRule="auto"/>
              <w:jc w:val="center"/>
              <w:rPr>
                <w:rFonts w:ascii="Courier New" w:hAnsi="Courier New"/>
                <w:b/>
                <w:noProof/>
                <w:sz w:val="20"/>
              </w:rPr>
            </w:pPr>
            <w:r w:rsidRPr="00604B4C">
              <w:rPr>
                <w:rFonts w:ascii="Courier New" w:hAnsi="Courier New"/>
                <w:b/>
                <w:noProof/>
                <w:sz w:val="20"/>
              </w:rPr>
              <w:t>(020)</w:t>
            </w:r>
          </w:p>
        </w:tc>
      </w:tr>
      <w:tr w:rsidR="00604B4C" w:rsidTr="00604B4C">
        <w:tc>
          <w:tcPr>
            <w:tcW w:w="1098" w:type="dxa"/>
          </w:tcPr>
          <w:p w:rsidR="00604B4C" w:rsidRDefault="00604B4C" w:rsidP="00604B4C">
            <w:pPr>
              <w:spacing w:line="276" w:lineRule="auto"/>
            </w:pPr>
            <w:r>
              <w:t>a)</w:t>
            </w:r>
          </w:p>
        </w:tc>
        <w:tc>
          <w:tcPr>
            <w:tcW w:w="1099" w:type="dxa"/>
          </w:tcPr>
          <w:p w:rsidR="00604B4C" w:rsidRDefault="00604B4C" w:rsidP="00604B4C">
            <w:pPr>
              <w:spacing w:line="276" w:lineRule="auto"/>
            </w:pPr>
          </w:p>
        </w:tc>
        <w:tc>
          <w:tcPr>
            <w:tcW w:w="1098" w:type="dxa"/>
          </w:tcPr>
          <w:p w:rsidR="00604B4C" w:rsidRDefault="00604B4C" w:rsidP="00604B4C">
            <w:pPr>
              <w:spacing w:line="276" w:lineRule="auto"/>
            </w:pPr>
          </w:p>
        </w:tc>
        <w:tc>
          <w:tcPr>
            <w:tcW w:w="1099" w:type="dxa"/>
          </w:tcPr>
          <w:p w:rsidR="00604B4C" w:rsidRDefault="00604B4C" w:rsidP="00604B4C">
            <w:pPr>
              <w:spacing w:line="276" w:lineRule="auto"/>
            </w:pPr>
          </w:p>
        </w:tc>
      </w:tr>
      <w:tr w:rsidR="00604B4C" w:rsidTr="00604B4C">
        <w:tc>
          <w:tcPr>
            <w:tcW w:w="1098" w:type="dxa"/>
          </w:tcPr>
          <w:p w:rsidR="00604B4C" w:rsidRDefault="00604B4C" w:rsidP="00604B4C">
            <w:pPr>
              <w:spacing w:line="276" w:lineRule="auto"/>
            </w:pPr>
            <w:r>
              <w:t>b)</w:t>
            </w:r>
          </w:p>
        </w:tc>
        <w:tc>
          <w:tcPr>
            <w:tcW w:w="1099" w:type="dxa"/>
          </w:tcPr>
          <w:p w:rsidR="00604B4C" w:rsidRDefault="00604B4C" w:rsidP="00604B4C">
            <w:pPr>
              <w:spacing w:line="276" w:lineRule="auto"/>
            </w:pPr>
          </w:p>
        </w:tc>
        <w:tc>
          <w:tcPr>
            <w:tcW w:w="1098" w:type="dxa"/>
          </w:tcPr>
          <w:p w:rsidR="00604B4C" w:rsidRDefault="00604B4C" w:rsidP="00604B4C">
            <w:pPr>
              <w:spacing w:line="276" w:lineRule="auto"/>
            </w:pPr>
          </w:p>
        </w:tc>
        <w:tc>
          <w:tcPr>
            <w:tcW w:w="1099" w:type="dxa"/>
          </w:tcPr>
          <w:p w:rsidR="00604B4C" w:rsidRDefault="00604B4C" w:rsidP="00604B4C">
            <w:pPr>
              <w:spacing w:line="276" w:lineRule="auto"/>
            </w:pPr>
          </w:p>
        </w:tc>
      </w:tr>
      <w:tr w:rsidR="00604B4C" w:rsidTr="00604B4C">
        <w:tc>
          <w:tcPr>
            <w:tcW w:w="1098" w:type="dxa"/>
          </w:tcPr>
          <w:p w:rsidR="00604B4C" w:rsidRDefault="00604B4C" w:rsidP="00604B4C">
            <w:pPr>
              <w:spacing w:line="276" w:lineRule="auto"/>
            </w:pPr>
            <w:r>
              <w:t>c)</w:t>
            </w:r>
          </w:p>
        </w:tc>
        <w:tc>
          <w:tcPr>
            <w:tcW w:w="1099" w:type="dxa"/>
          </w:tcPr>
          <w:p w:rsidR="00604B4C" w:rsidRDefault="00604B4C" w:rsidP="00604B4C">
            <w:pPr>
              <w:spacing w:line="276" w:lineRule="auto"/>
            </w:pPr>
          </w:p>
        </w:tc>
        <w:tc>
          <w:tcPr>
            <w:tcW w:w="1098" w:type="dxa"/>
          </w:tcPr>
          <w:p w:rsidR="00604B4C" w:rsidRDefault="00604B4C" w:rsidP="00604B4C">
            <w:pPr>
              <w:spacing w:line="276" w:lineRule="auto"/>
            </w:pPr>
          </w:p>
        </w:tc>
        <w:tc>
          <w:tcPr>
            <w:tcW w:w="1099" w:type="dxa"/>
          </w:tcPr>
          <w:p w:rsidR="00604B4C" w:rsidRDefault="00604B4C" w:rsidP="00604B4C">
            <w:pPr>
              <w:spacing w:line="276" w:lineRule="auto"/>
            </w:pPr>
          </w:p>
        </w:tc>
      </w:tr>
    </w:tbl>
    <w:p w:rsidR="00312205" w:rsidRDefault="00312205" w:rsidP="00604B4C">
      <w:pPr>
        <w:pStyle w:val="Listenabsatz"/>
        <w:numPr>
          <w:ilvl w:val="0"/>
          <w:numId w:val="5"/>
        </w:numPr>
        <w:spacing w:line="276" w:lineRule="auto"/>
      </w:pPr>
      <w:r>
        <w:br w:type="page"/>
      </w:r>
      <w:r>
        <w:lastRenderedPageBreak/>
        <w:t xml:space="preserve">Modifiziere das Programm aus Aufgabe 3 so, dass das Minimum der Speicherzellen </w:t>
      </w:r>
      <w:r w:rsidRPr="00604B4C">
        <w:rPr>
          <w:rFonts w:ascii="Courier New" w:hAnsi="Courier New"/>
          <w:b/>
          <w:noProof/>
          <w:sz w:val="20"/>
        </w:rPr>
        <w:t>017</w:t>
      </w:r>
      <w:r>
        <w:t xml:space="preserve"> und </w:t>
      </w:r>
      <w:r w:rsidRPr="00604B4C">
        <w:rPr>
          <w:rFonts w:ascii="Courier New" w:hAnsi="Courier New"/>
          <w:b/>
          <w:noProof/>
          <w:sz w:val="20"/>
        </w:rPr>
        <w:t>018</w:t>
      </w:r>
      <w:r>
        <w:t xml:space="preserve"> in der Zelle </w:t>
      </w:r>
      <w:r w:rsidRPr="00604B4C">
        <w:rPr>
          <w:rFonts w:ascii="Courier New" w:hAnsi="Courier New"/>
          <w:b/>
          <w:noProof/>
          <w:sz w:val="20"/>
        </w:rPr>
        <w:t>020</w:t>
      </w:r>
      <w:r>
        <w:t xml:space="preserve"> gespeichert wird.</w:t>
      </w:r>
      <w:r>
        <w:br/>
      </w:r>
    </w:p>
    <w:p w:rsidR="00312205" w:rsidRDefault="00312205" w:rsidP="00312205">
      <w:pPr>
        <w:pStyle w:val="Listenabsatz"/>
        <w:numPr>
          <w:ilvl w:val="0"/>
          <w:numId w:val="5"/>
        </w:numPr>
      </w:pPr>
      <w:r>
        <w:t xml:space="preserve">Modifiziere das Programm aus Aufgabe 3 so, dass das Maximum der aus den Zellen </w:t>
      </w:r>
      <w:r w:rsidRPr="00830A26">
        <w:rPr>
          <w:rFonts w:ascii="Courier New" w:hAnsi="Courier New"/>
          <w:b/>
          <w:noProof/>
          <w:sz w:val="20"/>
        </w:rPr>
        <w:t>017</w:t>
      </w:r>
      <w:r>
        <w:t xml:space="preserve">, </w:t>
      </w:r>
      <w:r w:rsidRPr="00830A26">
        <w:rPr>
          <w:rFonts w:ascii="Courier New" w:hAnsi="Courier New"/>
          <w:b/>
          <w:noProof/>
          <w:sz w:val="20"/>
        </w:rPr>
        <w:t>018</w:t>
      </w:r>
      <w:r>
        <w:t xml:space="preserve"> und </w:t>
      </w:r>
      <w:r w:rsidRPr="00830A26">
        <w:rPr>
          <w:rFonts w:ascii="Courier New" w:hAnsi="Courier New"/>
          <w:b/>
          <w:noProof/>
          <w:sz w:val="20"/>
        </w:rPr>
        <w:t xml:space="preserve">019 </w:t>
      </w:r>
      <w:r>
        <w:t xml:space="preserve">in der Zelle </w:t>
      </w:r>
      <w:r w:rsidRPr="00830A26">
        <w:rPr>
          <w:rFonts w:ascii="Courier New" w:hAnsi="Courier New"/>
          <w:b/>
          <w:noProof/>
          <w:sz w:val="20"/>
        </w:rPr>
        <w:t>020</w:t>
      </w:r>
      <w:r>
        <w:t xml:space="preserve"> gespeichert wird.</w:t>
      </w:r>
      <w:r>
        <w:br/>
        <w:t>Notiere den Quelltext.</w:t>
      </w:r>
    </w:p>
    <w:tbl>
      <w:tblPr>
        <w:tblStyle w:val="Tabellenraster"/>
        <w:tblpPr w:leftFromText="141" w:rightFromText="141" w:vertAnchor="page" w:horzAnchor="margin" w:tblpXSpec="center" w:tblpY="4051"/>
        <w:tblW w:w="0" w:type="auto"/>
        <w:tblLook w:val="00A0" w:firstRow="1" w:lastRow="0" w:firstColumn="1" w:lastColumn="0" w:noHBand="0" w:noVBand="0"/>
      </w:tblPr>
      <w:tblGrid>
        <w:gridCol w:w="1526"/>
        <w:gridCol w:w="1701"/>
        <w:gridCol w:w="1701"/>
      </w:tblGrid>
      <w:tr w:rsidR="00604B4C" w:rsidTr="00604B4C">
        <w:tc>
          <w:tcPr>
            <w:tcW w:w="1526" w:type="dxa"/>
          </w:tcPr>
          <w:p w:rsidR="00604B4C" w:rsidRDefault="00604B4C" w:rsidP="00604B4C">
            <w:r>
              <w:t>Adr</w:t>
            </w:r>
          </w:p>
        </w:tc>
        <w:tc>
          <w:tcPr>
            <w:tcW w:w="1701" w:type="dxa"/>
          </w:tcPr>
          <w:p w:rsidR="00604B4C" w:rsidRDefault="00604B4C" w:rsidP="00604B4C">
            <w:r>
              <w:t>Asm</w:t>
            </w:r>
          </w:p>
        </w:tc>
        <w:tc>
          <w:tcPr>
            <w:tcW w:w="1701" w:type="dxa"/>
          </w:tcPr>
          <w:p w:rsidR="00604B4C" w:rsidRDefault="00604B4C" w:rsidP="00604B4C">
            <w:r>
              <w:t>Op</w:t>
            </w:r>
          </w:p>
        </w:tc>
      </w:tr>
      <w:tr w:rsidR="00604B4C" w:rsidTr="00604B4C">
        <w:tc>
          <w:tcPr>
            <w:tcW w:w="1526" w:type="dxa"/>
          </w:tcPr>
          <w:p w:rsidR="00604B4C" w:rsidRDefault="00604B4C" w:rsidP="00604B4C">
            <w:r>
              <w:t>0</w:t>
            </w:r>
          </w:p>
        </w:tc>
        <w:tc>
          <w:tcPr>
            <w:tcW w:w="1701" w:type="dxa"/>
          </w:tcPr>
          <w:p w:rsidR="00604B4C" w:rsidRDefault="00604B4C" w:rsidP="00604B4C"/>
        </w:tc>
        <w:tc>
          <w:tcPr>
            <w:tcW w:w="1701" w:type="dxa"/>
          </w:tcPr>
          <w:p w:rsidR="00604B4C" w:rsidRDefault="00604B4C" w:rsidP="00604B4C"/>
        </w:tc>
      </w:tr>
      <w:tr w:rsidR="00604B4C" w:rsidTr="00604B4C">
        <w:tc>
          <w:tcPr>
            <w:tcW w:w="1526" w:type="dxa"/>
          </w:tcPr>
          <w:p w:rsidR="00604B4C" w:rsidRDefault="00604B4C" w:rsidP="00604B4C">
            <w:r>
              <w:t>1</w:t>
            </w:r>
          </w:p>
        </w:tc>
        <w:tc>
          <w:tcPr>
            <w:tcW w:w="1701" w:type="dxa"/>
          </w:tcPr>
          <w:p w:rsidR="00604B4C" w:rsidRDefault="00604B4C" w:rsidP="00604B4C"/>
        </w:tc>
        <w:tc>
          <w:tcPr>
            <w:tcW w:w="1701" w:type="dxa"/>
          </w:tcPr>
          <w:p w:rsidR="00604B4C" w:rsidRDefault="00604B4C" w:rsidP="00604B4C"/>
        </w:tc>
      </w:tr>
      <w:tr w:rsidR="00604B4C" w:rsidTr="00604B4C">
        <w:tc>
          <w:tcPr>
            <w:tcW w:w="1526" w:type="dxa"/>
          </w:tcPr>
          <w:p w:rsidR="00604B4C" w:rsidRDefault="00604B4C" w:rsidP="00604B4C">
            <w:r>
              <w:t>2</w:t>
            </w:r>
          </w:p>
        </w:tc>
        <w:tc>
          <w:tcPr>
            <w:tcW w:w="1701" w:type="dxa"/>
          </w:tcPr>
          <w:p w:rsidR="00604B4C" w:rsidRDefault="00604B4C" w:rsidP="00604B4C"/>
        </w:tc>
        <w:tc>
          <w:tcPr>
            <w:tcW w:w="1701" w:type="dxa"/>
          </w:tcPr>
          <w:p w:rsidR="00604B4C" w:rsidRDefault="00604B4C" w:rsidP="00604B4C"/>
        </w:tc>
      </w:tr>
      <w:tr w:rsidR="00604B4C" w:rsidTr="00604B4C">
        <w:tc>
          <w:tcPr>
            <w:tcW w:w="1526" w:type="dxa"/>
          </w:tcPr>
          <w:p w:rsidR="00604B4C" w:rsidRDefault="00604B4C" w:rsidP="00604B4C">
            <w:r>
              <w:t>3</w:t>
            </w:r>
          </w:p>
        </w:tc>
        <w:tc>
          <w:tcPr>
            <w:tcW w:w="1701" w:type="dxa"/>
          </w:tcPr>
          <w:p w:rsidR="00604B4C" w:rsidRDefault="00604B4C" w:rsidP="00604B4C"/>
        </w:tc>
        <w:tc>
          <w:tcPr>
            <w:tcW w:w="1701" w:type="dxa"/>
          </w:tcPr>
          <w:p w:rsidR="00604B4C" w:rsidRDefault="00604B4C" w:rsidP="00604B4C"/>
        </w:tc>
      </w:tr>
      <w:tr w:rsidR="00604B4C" w:rsidTr="00604B4C">
        <w:tc>
          <w:tcPr>
            <w:tcW w:w="1526" w:type="dxa"/>
          </w:tcPr>
          <w:p w:rsidR="00604B4C" w:rsidRDefault="00604B4C" w:rsidP="00604B4C">
            <w:r>
              <w:t>4</w:t>
            </w:r>
          </w:p>
        </w:tc>
        <w:tc>
          <w:tcPr>
            <w:tcW w:w="1701" w:type="dxa"/>
          </w:tcPr>
          <w:p w:rsidR="00604B4C" w:rsidRDefault="00604B4C" w:rsidP="00604B4C"/>
        </w:tc>
        <w:tc>
          <w:tcPr>
            <w:tcW w:w="1701" w:type="dxa"/>
          </w:tcPr>
          <w:p w:rsidR="00604B4C" w:rsidRDefault="00604B4C" w:rsidP="00604B4C"/>
        </w:tc>
      </w:tr>
      <w:tr w:rsidR="00604B4C" w:rsidTr="00604B4C">
        <w:tc>
          <w:tcPr>
            <w:tcW w:w="1526" w:type="dxa"/>
          </w:tcPr>
          <w:p w:rsidR="00604B4C" w:rsidRDefault="00604B4C" w:rsidP="00604B4C">
            <w:r>
              <w:t>5</w:t>
            </w:r>
          </w:p>
        </w:tc>
        <w:tc>
          <w:tcPr>
            <w:tcW w:w="1701" w:type="dxa"/>
          </w:tcPr>
          <w:p w:rsidR="00604B4C" w:rsidRDefault="00604B4C" w:rsidP="00604B4C"/>
        </w:tc>
        <w:tc>
          <w:tcPr>
            <w:tcW w:w="1701" w:type="dxa"/>
          </w:tcPr>
          <w:p w:rsidR="00604B4C" w:rsidRDefault="00604B4C" w:rsidP="00604B4C"/>
        </w:tc>
      </w:tr>
      <w:tr w:rsidR="00604B4C" w:rsidTr="00604B4C">
        <w:tc>
          <w:tcPr>
            <w:tcW w:w="1526" w:type="dxa"/>
          </w:tcPr>
          <w:p w:rsidR="00604B4C" w:rsidRDefault="00604B4C" w:rsidP="00604B4C">
            <w:r>
              <w:t>6</w:t>
            </w:r>
          </w:p>
        </w:tc>
        <w:tc>
          <w:tcPr>
            <w:tcW w:w="1701" w:type="dxa"/>
          </w:tcPr>
          <w:p w:rsidR="00604B4C" w:rsidRDefault="00604B4C" w:rsidP="00604B4C"/>
        </w:tc>
        <w:tc>
          <w:tcPr>
            <w:tcW w:w="1701" w:type="dxa"/>
          </w:tcPr>
          <w:p w:rsidR="00604B4C" w:rsidRDefault="00604B4C" w:rsidP="00604B4C"/>
        </w:tc>
      </w:tr>
      <w:tr w:rsidR="00604B4C" w:rsidTr="00604B4C">
        <w:tc>
          <w:tcPr>
            <w:tcW w:w="1526" w:type="dxa"/>
          </w:tcPr>
          <w:p w:rsidR="00604B4C" w:rsidRDefault="00604B4C" w:rsidP="00604B4C">
            <w:r>
              <w:t>7</w:t>
            </w:r>
          </w:p>
        </w:tc>
        <w:tc>
          <w:tcPr>
            <w:tcW w:w="1701" w:type="dxa"/>
          </w:tcPr>
          <w:p w:rsidR="00604B4C" w:rsidRDefault="00604B4C" w:rsidP="00604B4C"/>
        </w:tc>
        <w:tc>
          <w:tcPr>
            <w:tcW w:w="1701" w:type="dxa"/>
          </w:tcPr>
          <w:p w:rsidR="00604B4C" w:rsidRDefault="00604B4C" w:rsidP="00604B4C"/>
        </w:tc>
      </w:tr>
      <w:tr w:rsidR="00604B4C" w:rsidTr="00604B4C">
        <w:tc>
          <w:tcPr>
            <w:tcW w:w="1526" w:type="dxa"/>
          </w:tcPr>
          <w:p w:rsidR="00604B4C" w:rsidRDefault="00604B4C" w:rsidP="00604B4C">
            <w:r>
              <w:t>8</w:t>
            </w:r>
          </w:p>
        </w:tc>
        <w:tc>
          <w:tcPr>
            <w:tcW w:w="1701" w:type="dxa"/>
          </w:tcPr>
          <w:p w:rsidR="00604B4C" w:rsidRDefault="00604B4C" w:rsidP="00604B4C"/>
        </w:tc>
        <w:tc>
          <w:tcPr>
            <w:tcW w:w="1701" w:type="dxa"/>
          </w:tcPr>
          <w:p w:rsidR="00604B4C" w:rsidRDefault="00604B4C" w:rsidP="00604B4C"/>
        </w:tc>
      </w:tr>
      <w:tr w:rsidR="00604B4C" w:rsidTr="00604B4C">
        <w:tc>
          <w:tcPr>
            <w:tcW w:w="1526" w:type="dxa"/>
          </w:tcPr>
          <w:p w:rsidR="00604B4C" w:rsidRDefault="00604B4C" w:rsidP="00604B4C">
            <w:r>
              <w:t>9</w:t>
            </w:r>
          </w:p>
        </w:tc>
        <w:tc>
          <w:tcPr>
            <w:tcW w:w="1701" w:type="dxa"/>
          </w:tcPr>
          <w:p w:rsidR="00604B4C" w:rsidRDefault="00604B4C" w:rsidP="00604B4C"/>
        </w:tc>
        <w:tc>
          <w:tcPr>
            <w:tcW w:w="1701" w:type="dxa"/>
          </w:tcPr>
          <w:p w:rsidR="00604B4C" w:rsidRDefault="00604B4C" w:rsidP="00604B4C"/>
        </w:tc>
      </w:tr>
      <w:tr w:rsidR="00604B4C" w:rsidTr="00604B4C">
        <w:tc>
          <w:tcPr>
            <w:tcW w:w="1526" w:type="dxa"/>
          </w:tcPr>
          <w:p w:rsidR="00604B4C" w:rsidRDefault="00604B4C" w:rsidP="00604B4C">
            <w:r>
              <w:t>10</w:t>
            </w:r>
          </w:p>
        </w:tc>
        <w:tc>
          <w:tcPr>
            <w:tcW w:w="1701" w:type="dxa"/>
          </w:tcPr>
          <w:p w:rsidR="00604B4C" w:rsidRDefault="00604B4C" w:rsidP="00604B4C"/>
        </w:tc>
        <w:tc>
          <w:tcPr>
            <w:tcW w:w="1701" w:type="dxa"/>
          </w:tcPr>
          <w:p w:rsidR="00604B4C" w:rsidRDefault="00604B4C" w:rsidP="00604B4C"/>
        </w:tc>
      </w:tr>
      <w:tr w:rsidR="00604B4C" w:rsidTr="00604B4C">
        <w:tc>
          <w:tcPr>
            <w:tcW w:w="1526" w:type="dxa"/>
          </w:tcPr>
          <w:p w:rsidR="00604B4C" w:rsidRDefault="00604B4C" w:rsidP="00604B4C">
            <w:r>
              <w:t>11</w:t>
            </w:r>
          </w:p>
        </w:tc>
        <w:tc>
          <w:tcPr>
            <w:tcW w:w="1701" w:type="dxa"/>
          </w:tcPr>
          <w:p w:rsidR="00604B4C" w:rsidRDefault="00604B4C" w:rsidP="00604B4C"/>
        </w:tc>
        <w:tc>
          <w:tcPr>
            <w:tcW w:w="1701" w:type="dxa"/>
          </w:tcPr>
          <w:p w:rsidR="00604B4C" w:rsidRDefault="00604B4C" w:rsidP="00604B4C"/>
        </w:tc>
      </w:tr>
      <w:tr w:rsidR="00604B4C" w:rsidTr="00604B4C">
        <w:tc>
          <w:tcPr>
            <w:tcW w:w="1526" w:type="dxa"/>
          </w:tcPr>
          <w:p w:rsidR="00604B4C" w:rsidRDefault="00604B4C" w:rsidP="00604B4C">
            <w:r>
              <w:t>12</w:t>
            </w:r>
          </w:p>
        </w:tc>
        <w:tc>
          <w:tcPr>
            <w:tcW w:w="1701" w:type="dxa"/>
          </w:tcPr>
          <w:p w:rsidR="00604B4C" w:rsidRDefault="00604B4C" w:rsidP="00604B4C"/>
        </w:tc>
        <w:tc>
          <w:tcPr>
            <w:tcW w:w="1701" w:type="dxa"/>
          </w:tcPr>
          <w:p w:rsidR="00604B4C" w:rsidRDefault="00604B4C" w:rsidP="00604B4C"/>
        </w:tc>
      </w:tr>
      <w:tr w:rsidR="00604B4C" w:rsidTr="00604B4C">
        <w:tc>
          <w:tcPr>
            <w:tcW w:w="1526" w:type="dxa"/>
          </w:tcPr>
          <w:p w:rsidR="00604B4C" w:rsidRDefault="00604B4C" w:rsidP="00604B4C">
            <w:r>
              <w:t>13</w:t>
            </w:r>
          </w:p>
        </w:tc>
        <w:tc>
          <w:tcPr>
            <w:tcW w:w="1701" w:type="dxa"/>
          </w:tcPr>
          <w:p w:rsidR="00604B4C" w:rsidRDefault="00604B4C" w:rsidP="00604B4C"/>
        </w:tc>
        <w:tc>
          <w:tcPr>
            <w:tcW w:w="1701" w:type="dxa"/>
          </w:tcPr>
          <w:p w:rsidR="00604B4C" w:rsidRDefault="00604B4C" w:rsidP="00604B4C"/>
        </w:tc>
      </w:tr>
      <w:tr w:rsidR="00604B4C" w:rsidTr="00604B4C">
        <w:tc>
          <w:tcPr>
            <w:tcW w:w="1526" w:type="dxa"/>
          </w:tcPr>
          <w:p w:rsidR="00604B4C" w:rsidRDefault="00604B4C" w:rsidP="00604B4C">
            <w:r>
              <w:t>14</w:t>
            </w:r>
          </w:p>
        </w:tc>
        <w:tc>
          <w:tcPr>
            <w:tcW w:w="1701" w:type="dxa"/>
          </w:tcPr>
          <w:p w:rsidR="00604B4C" w:rsidRDefault="00604B4C" w:rsidP="00604B4C"/>
        </w:tc>
        <w:tc>
          <w:tcPr>
            <w:tcW w:w="1701" w:type="dxa"/>
          </w:tcPr>
          <w:p w:rsidR="00604B4C" w:rsidRDefault="00604B4C" w:rsidP="00604B4C"/>
        </w:tc>
      </w:tr>
      <w:tr w:rsidR="00604B4C" w:rsidTr="00604B4C">
        <w:tc>
          <w:tcPr>
            <w:tcW w:w="1526" w:type="dxa"/>
          </w:tcPr>
          <w:p w:rsidR="00604B4C" w:rsidRDefault="00604B4C" w:rsidP="00604B4C">
            <w:r>
              <w:t>15</w:t>
            </w:r>
          </w:p>
        </w:tc>
        <w:tc>
          <w:tcPr>
            <w:tcW w:w="1701" w:type="dxa"/>
          </w:tcPr>
          <w:p w:rsidR="00604B4C" w:rsidRDefault="00604B4C" w:rsidP="00604B4C"/>
        </w:tc>
        <w:tc>
          <w:tcPr>
            <w:tcW w:w="1701" w:type="dxa"/>
          </w:tcPr>
          <w:p w:rsidR="00604B4C" w:rsidRDefault="00604B4C" w:rsidP="00604B4C"/>
        </w:tc>
      </w:tr>
      <w:tr w:rsidR="00604B4C" w:rsidTr="00604B4C">
        <w:tc>
          <w:tcPr>
            <w:tcW w:w="1526" w:type="dxa"/>
          </w:tcPr>
          <w:p w:rsidR="00604B4C" w:rsidRDefault="00604B4C" w:rsidP="00604B4C">
            <w:r>
              <w:t>16</w:t>
            </w:r>
          </w:p>
        </w:tc>
        <w:tc>
          <w:tcPr>
            <w:tcW w:w="1701" w:type="dxa"/>
          </w:tcPr>
          <w:p w:rsidR="00604B4C" w:rsidRDefault="00604B4C" w:rsidP="00604B4C"/>
        </w:tc>
        <w:tc>
          <w:tcPr>
            <w:tcW w:w="1701" w:type="dxa"/>
          </w:tcPr>
          <w:p w:rsidR="00604B4C" w:rsidRDefault="00604B4C" w:rsidP="00604B4C"/>
        </w:tc>
      </w:tr>
      <w:tr w:rsidR="00604B4C" w:rsidTr="00604B4C">
        <w:tc>
          <w:tcPr>
            <w:tcW w:w="1526" w:type="dxa"/>
          </w:tcPr>
          <w:p w:rsidR="00604B4C" w:rsidRDefault="00604B4C" w:rsidP="00604B4C">
            <w:r>
              <w:t>17</w:t>
            </w:r>
          </w:p>
        </w:tc>
        <w:tc>
          <w:tcPr>
            <w:tcW w:w="1701" w:type="dxa"/>
          </w:tcPr>
          <w:p w:rsidR="00604B4C" w:rsidRDefault="00604B4C" w:rsidP="00604B4C"/>
        </w:tc>
        <w:tc>
          <w:tcPr>
            <w:tcW w:w="1701" w:type="dxa"/>
          </w:tcPr>
          <w:p w:rsidR="00604B4C" w:rsidRDefault="00604B4C" w:rsidP="00604B4C"/>
        </w:tc>
      </w:tr>
      <w:tr w:rsidR="00604B4C" w:rsidTr="00604B4C">
        <w:tc>
          <w:tcPr>
            <w:tcW w:w="1526" w:type="dxa"/>
          </w:tcPr>
          <w:p w:rsidR="00604B4C" w:rsidRDefault="00604B4C" w:rsidP="00604B4C">
            <w:r>
              <w:t>18</w:t>
            </w:r>
          </w:p>
        </w:tc>
        <w:tc>
          <w:tcPr>
            <w:tcW w:w="1701" w:type="dxa"/>
          </w:tcPr>
          <w:p w:rsidR="00604B4C" w:rsidRDefault="00604B4C" w:rsidP="00604B4C"/>
        </w:tc>
        <w:tc>
          <w:tcPr>
            <w:tcW w:w="1701" w:type="dxa"/>
          </w:tcPr>
          <w:p w:rsidR="00604B4C" w:rsidRDefault="00604B4C" w:rsidP="00604B4C"/>
        </w:tc>
      </w:tr>
      <w:tr w:rsidR="00604B4C" w:rsidTr="00604B4C">
        <w:tc>
          <w:tcPr>
            <w:tcW w:w="1526" w:type="dxa"/>
          </w:tcPr>
          <w:p w:rsidR="00604B4C" w:rsidRDefault="00604B4C" w:rsidP="00604B4C">
            <w:r>
              <w:t>19</w:t>
            </w:r>
          </w:p>
        </w:tc>
        <w:tc>
          <w:tcPr>
            <w:tcW w:w="1701" w:type="dxa"/>
          </w:tcPr>
          <w:p w:rsidR="00604B4C" w:rsidRDefault="00604B4C" w:rsidP="00604B4C"/>
        </w:tc>
        <w:tc>
          <w:tcPr>
            <w:tcW w:w="1701" w:type="dxa"/>
          </w:tcPr>
          <w:p w:rsidR="00604B4C" w:rsidRDefault="00604B4C" w:rsidP="00604B4C"/>
        </w:tc>
      </w:tr>
      <w:tr w:rsidR="00604B4C" w:rsidTr="00604B4C">
        <w:tc>
          <w:tcPr>
            <w:tcW w:w="1526" w:type="dxa"/>
          </w:tcPr>
          <w:p w:rsidR="00604B4C" w:rsidRDefault="00604B4C" w:rsidP="00604B4C">
            <w:r>
              <w:t>20</w:t>
            </w:r>
          </w:p>
        </w:tc>
        <w:tc>
          <w:tcPr>
            <w:tcW w:w="1701" w:type="dxa"/>
          </w:tcPr>
          <w:p w:rsidR="00604B4C" w:rsidRDefault="00604B4C" w:rsidP="00604B4C"/>
        </w:tc>
        <w:tc>
          <w:tcPr>
            <w:tcW w:w="1701" w:type="dxa"/>
          </w:tcPr>
          <w:p w:rsidR="00604B4C" w:rsidRDefault="00604B4C" w:rsidP="00604B4C"/>
        </w:tc>
      </w:tr>
      <w:tr w:rsidR="00604B4C" w:rsidTr="00604B4C">
        <w:tc>
          <w:tcPr>
            <w:tcW w:w="1526" w:type="dxa"/>
          </w:tcPr>
          <w:p w:rsidR="00604B4C" w:rsidRDefault="00604B4C" w:rsidP="00604B4C">
            <w:r>
              <w:t>21</w:t>
            </w:r>
          </w:p>
        </w:tc>
        <w:tc>
          <w:tcPr>
            <w:tcW w:w="1701" w:type="dxa"/>
          </w:tcPr>
          <w:p w:rsidR="00604B4C" w:rsidRDefault="00604B4C" w:rsidP="00604B4C"/>
        </w:tc>
        <w:tc>
          <w:tcPr>
            <w:tcW w:w="1701" w:type="dxa"/>
          </w:tcPr>
          <w:p w:rsidR="00604B4C" w:rsidRDefault="00604B4C" w:rsidP="00604B4C"/>
        </w:tc>
      </w:tr>
    </w:tbl>
    <w:p w:rsidR="00312205" w:rsidRDefault="00312205" w:rsidP="00312205">
      <w:pPr>
        <w:pStyle w:val="berschrift2"/>
      </w:pPr>
      <w:r>
        <w:br w:type="page"/>
      </w:r>
      <w:r>
        <w:lastRenderedPageBreak/>
        <w:t>Johnny_3</w:t>
      </w:r>
      <w:r>
        <w:tab/>
        <w:t>Zyklen in der Programmabarbeitung</w:t>
      </w:r>
    </w:p>
    <w:p w:rsidR="00312205" w:rsidRPr="000449BC" w:rsidRDefault="00312205" w:rsidP="00312205"/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312205" w:rsidTr="00787403">
        <w:tc>
          <w:tcPr>
            <w:tcW w:w="2303" w:type="dxa"/>
          </w:tcPr>
          <w:p w:rsidR="00312205" w:rsidRDefault="00312205" w:rsidP="00787403">
            <w:r>
              <w:t>Video</w:t>
            </w:r>
          </w:p>
        </w:tc>
        <w:tc>
          <w:tcPr>
            <w:tcW w:w="2303" w:type="dxa"/>
          </w:tcPr>
          <w:p w:rsidR="00312205" w:rsidRDefault="00312205" w:rsidP="00787403">
            <w:r>
              <w:t>Vorkenntnisse</w:t>
            </w:r>
          </w:p>
        </w:tc>
        <w:tc>
          <w:tcPr>
            <w:tcW w:w="2303" w:type="dxa"/>
          </w:tcPr>
          <w:p w:rsidR="00312205" w:rsidRDefault="00312205" w:rsidP="00787403">
            <w:r>
              <w:t>Hilfsmittel</w:t>
            </w:r>
          </w:p>
        </w:tc>
        <w:tc>
          <w:tcPr>
            <w:tcW w:w="2303" w:type="dxa"/>
          </w:tcPr>
          <w:p w:rsidR="00312205" w:rsidRDefault="00312205" w:rsidP="00787403"/>
        </w:tc>
      </w:tr>
      <w:tr w:rsidR="00312205" w:rsidRPr="000449BC" w:rsidTr="00787403">
        <w:tc>
          <w:tcPr>
            <w:tcW w:w="2303" w:type="dxa"/>
          </w:tcPr>
          <w:p w:rsidR="00312205" w:rsidRPr="000449BC" w:rsidRDefault="009E2026" w:rsidP="00787403">
            <w:pPr>
              <w:rPr>
                <w:sz w:val="20"/>
              </w:rPr>
            </w:pPr>
            <w:r>
              <w:rPr>
                <w:sz w:val="20"/>
              </w:rPr>
              <w:t>johnny_3</w:t>
            </w:r>
            <w:r w:rsidR="00312205" w:rsidRPr="000449BC">
              <w:rPr>
                <w:sz w:val="20"/>
              </w:rPr>
              <w:t>.mp4</w:t>
            </w:r>
          </w:p>
        </w:tc>
        <w:tc>
          <w:tcPr>
            <w:tcW w:w="2303" w:type="dxa"/>
          </w:tcPr>
          <w:p w:rsidR="00312205" w:rsidRDefault="00312205" w:rsidP="00787403">
            <w:pPr>
              <w:rPr>
                <w:sz w:val="20"/>
              </w:rPr>
            </w:pPr>
            <w:r>
              <w:rPr>
                <w:sz w:val="20"/>
              </w:rPr>
              <w:t>Johnny_1</w:t>
            </w:r>
          </w:p>
          <w:p w:rsidR="00312205" w:rsidRPr="000449BC" w:rsidRDefault="00312205" w:rsidP="00787403">
            <w:pPr>
              <w:rPr>
                <w:sz w:val="20"/>
              </w:rPr>
            </w:pPr>
            <w:r>
              <w:rPr>
                <w:sz w:val="20"/>
              </w:rPr>
              <w:t>Johnny_</w:t>
            </w:r>
            <w:r w:rsidR="00BE52E9">
              <w:rPr>
                <w:sz w:val="20"/>
              </w:rPr>
              <w:t>2</w:t>
            </w:r>
          </w:p>
        </w:tc>
        <w:tc>
          <w:tcPr>
            <w:tcW w:w="2303" w:type="dxa"/>
          </w:tcPr>
          <w:p w:rsidR="00312205" w:rsidRPr="000449BC" w:rsidRDefault="00312205" w:rsidP="00787403">
            <w:pPr>
              <w:rPr>
                <w:sz w:val="20"/>
              </w:rPr>
            </w:pPr>
            <w:r>
              <w:rPr>
                <w:sz w:val="20"/>
              </w:rPr>
              <w:t>division.ram</w:t>
            </w:r>
            <w:r>
              <w:rPr>
                <w:sz w:val="20"/>
              </w:rPr>
              <w:br/>
              <w:t>test.ram</w:t>
            </w:r>
          </w:p>
        </w:tc>
        <w:tc>
          <w:tcPr>
            <w:tcW w:w="2303" w:type="dxa"/>
          </w:tcPr>
          <w:p w:rsidR="00312205" w:rsidRPr="000449BC" w:rsidRDefault="00312205" w:rsidP="00787403">
            <w:pPr>
              <w:rPr>
                <w:sz w:val="20"/>
              </w:rPr>
            </w:pPr>
          </w:p>
        </w:tc>
      </w:tr>
    </w:tbl>
    <w:p w:rsidR="00312205" w:rsidRDefault="00312205" w:rsidP="00312205"/>
    <w:p w:rsidR="00312205" w:rsidRDefault="00312205" w:rsidP="00312205">
      <w:pPr>
        <w:pStyle w:val="Listenabsatz"/>
        <w:numPr>
          <w:ilvl w:val="0"/>
          <w:numId w:val="3"/>
        </w:numPr>
      </w:pPr>
      <w:r>
        <w:t>Informiere dich über Programmierung von Zyklen im von-Neumann-Si</w:t>
      </w:r>
      <w:r w:rsidR="009E2026">
        <w:t>mulator Johnny im Video johnny_3</w:t>
      </w:r>
      <w:r>
        <w:t>.mp4.</w:t>
      </w:r>
      <w:r>
        <w:br/>
      </w:r>
    </w:p>
    <w:p w:rsidR="00312205" w:rsidRDefault="00312205" w:rsidP="00312205">
      <w:pPr>
        <w:pStyle w:val="Listenabsatz"/>
        <w:numPr>
          <w:ilvl w:val="0"/>
          <w:numId w:val="3"/>
        </w:numPr>
      </w:pPr>
      <w:r>
        <w:t>Protokolliere die Arbeitsweise des Programms zur Bestimmung des Produkts der Werte in den Speicherzellen 010 (=7) und 011 (=4).</w:t>
      </w:r>
      <w:r>
        <w:br/>
      </w:r>
      <w:r>
        <w:br/>
      </w:r>
      <w:r w:rsidRPr="004B23BF">
        <w:rPr>
          <w:rFonts w:ascii="Courier New" w:hAnsi="Courier New"/>
          <w:b/>
          <w:noProof/>
          <w:sz w:val="20"/>
        </w:rPr>
        <w:t xml:space="preserve">000:  NULL 012 </w:t>
      </w:r>
      <w:r w:rsidRPr="004B23BF">
        <w:rPr>
          <w:rFonts w:ascii="Courier New" w:hAnsi="Courier New"/>
          <w:b/>
          <w:noProof/>
          <w:sz w:val="20"/>
        </w:rPr>
        <w:br/>
        <w:t xml:space="preserve">001:  TAKE 012 </w:t>
      </w:r>
      <w:r w:rsidRPr="004B23BF">
        <w:rPr>
          <w:rFonts w:ascii="Courier New" w:hAnsi="Courier New"/>
          <w:b/>
          <w:noProof/>
          <w:sz w:val="20"/>
        </w:rPr>
        <w:br/>
        <w:t xml:space="preserve">002:  ADD  010 </w:t>
      </w:r>
      <w:r w:rsidRPr="004B23BF">
        <w:rPr>
          <w:rFonts w:ascii="Courier New" w:hAnsi="Courier New"/>
          <w:b/>
          <w:noProof/>
          <w:sz w:val="20"/>
        </w:rPr>
        <w:br/>
        <w:t xml:space="preserve">003:  SAVE 012 </w:t>
      </w:r>
      <w:r w:rsidRPr="004B23BF">
        <w:rPr>
          <w:rFonts w:ascii="Courier New" w:hAnsi="Courier New"/>
          <w:b/>
          <w:noProof/>
          <w:sz w:val="20"/>
        </w:rPr>
        <w:br/>
        <w:t xml:space="preserve">004:  DEC </w:t>
      </w:r>
      <w:r>
        <w:rPr>
          <w:rFonts w:ascii="Courier New" w:hAnsi="Courier New"/>
          <w:b/>
          <w:noProof/>
          <w:sz w:val="20"/>
        </w:rPr>
        <w:t xml:space="preserve"> </w:t>
      </w:r>
      <w:r w:rsidRPr="004B23BF">
        <w:rPr>
          <w:rFonts w:ascii="Courier New" w:hAnsi="Courier New"/>
          <w:b/>
          <w:noProof/>
          <w:sz w:val="20"/>
        </w:rPr>
        <w:t xml:space="preserve">011 </w:t>
      </w:r>
      <w:r w:rsidRPr="004B23BF">
        <w:rPr>
          <w:rFonts w:ascii="Courier New" w:hAnsi="Courier New"/>
          <w:b/>
          <w:noProof/>
          <w:sz w:val="20"/>
        </w:rPr>
        <w:br/>
        <w:t xml:space="preserve">005:  TST </w:t>
      </w:r>
      <w:r>
        <w:rPr>
          <w:rFonts w:ascii="Courier New" w:hAnsi="Courier New"/>
          <w:b/>
          <w:noProof/>
          <w:sz w:val="20"/>
        </w:rPr>
        <w:t xml:space="preserve"> </w:t>
      </w:r>
      <w:r w:rsidRPr="004B23BF">
        <w:rPr>
          <w:rFonts w:ascii="Courier New" w:hAnsi="Courier New"/>
          <w:b/>
          <w:noProof/>
          <w:sz w:val="20"/>
        </w:rPr>
        <w:t xml:space="preserve">011 </w:t>
      </w:r>
      <w:r w:rsidRPr="004B23BF">
        <w:rPr>
          <w:rFonts w:ascii="Courier New" w:hAnsi="Courier New"/>
          <w:b/>
          <w:noProof/>
          <w:sz w:val="20"/>
        </w:rPr>
        <w:br/>
        <w:t xml:space="preserve">006:  JMP </w:t>
      </w:r>
      <w:r>
        <w:rPr>
          <w:rFonts w:ascii="Courier New" w:hAnsi="Courier New"/>
          <w:b/>
          <w:noProof/>
          <w:sz w:val="20"/>
        </w:rPr>
        <w:t xml:space="preserve"> </w:t>
      </w:r>
      <w:r w:rsidRPr="004B23BF">
        <w:rPr>
          <w:rFonts w:ascii="Courier New" w:hAnsi="Courier New"/>
          <w:b/>
          <w:noProof/>
          <w:sz w:val="20"/>
        </w:rPr>
        <w:t xml:space="preserve">001 </w:t>
      </w:r>
      <w:r w:rsidRPr="004B23BF">
        <w:rPr>
          <w:rFonts w:ascii="Courier New" w:hAnsi="Courier New"/>
          <w:b/>
          <w:noProof/>
          <w:sz w:val="20"/>
        </w:rPr>
        <w:br/>
        <w:t xml:space="preserve">007:  HLT </w:t>
      </w:r>
      <w:r>
        <w:rPr>
          <w:rFonts w:ascii="Courier New" w:hAnsi="Courier New"/>
          <w:b/>
          <w:noProof/>
          <w:sz w:val="20"/>
        </w:rPr>
        <w:t xml:space="preserve"> </w:t>
      </w:r>
      <w:r w:rsidRPr="004B23BF">
        <w:rPr>
          <w:rFonts w:ascii="Courier New" w:hAnsi="Courier New"/>
          <w:b/>
          <w:noProof/>
          <w:sz w:val="20"/>
        </w:rPr>
        <w:t xml:space="preserve">000 </w:t>
      </w:r>
      <w:r>
        <w:rPr>
          <w:rFonts w:ascii="Lucida Console" w:hAnsi="Lucida Console"/>
          <w:sz w:val="26"/>
          <w:szCs w:val="26"/>
        </w:rPr>
        <w:br/>
      </w:r>
    </w:p>
    <w:p w:rsidR="00312205" w:rsidRPr="007D33D5" w:rsidRDefault="00312205" w:rsidP="00312205">
      <w:r w:rsidRPr="007D33D5">
        <w:t>Programmcounter:</w:t>
      </w: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1842"/>
        <w:gridCol w:w="1842"/>
        <w:gridCol w:w="1842"/>
        <w:gridCol w:w="1843"/>
        <w:gridCol w:w="1843"/>
      </w:tblGrid>
      <w:tr w:rsidR="00312205" w:rsidTr="00787403"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  <w:r w:rsidRPr="008F52F4"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>000</w:t>
            </w:r>
            <w:r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 xml:space="preserve"> --&gt;</w:t>
            </w:r>
          </w:p>
        </w:tc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  <w:tr w:rsidR="00312205" w:rsidTr="00787403"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  <w:r w:rsidRPr="008F52F4"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>--&gt;</w:t>
            </w:r>
          </w:p>
        </w:tc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  <w:tr w:rsidR="00312205" w:rsidTr="00787403"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  <w:tr w:rsidR="00312205" w:rsidTr="00787403"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  <w:tr w:rsidR="00312205" w:rsidTr="00787403"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</w:tbl>
    <w:p w:rsidR="00312205" w:rsidRPr="00950987" w:rsidRDefault="00312205" w:rsidP="00312205">
      <w:pPr>
        <w:pStyle w:val="berschrift2"/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</w:pPr>
      <w:r w:rsidRPr="00950987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Speicherbelegung</w:t>
      </w:r>
      <w:r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:</w:t>
      </w:r>
      <w:r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br/>
      </w: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1316"/>
        <w:gridCol w:w="1316"/>
        <w:gridCol w:w="1316"/>
        <w:gridCol w:w="1316"/>
        <w:gridCol w:w="1316"/>
        <w:gridCol w:w="1316"/>
        <w:gridCol w:w="1316"/>
      </w:tblGrid>
      <w:tr w:rsidR="00312205" w:rsidTr="00787403">
        <w:tc>
          <w:tcPr>
            <w:tcW w:w="1316" w:type="dxa"/>
          </w:tcPr>
          <w:p w:rsidR="00312205" w:rsidRPr="00950987" w:rsidRDefault="00312205" w:rsidP="00787403">
            <w:pPr>
              <w:pStyle w:val="berschrift2"/>
              <w:outlineLvl w:val="1"/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</w:pPr>
            <w:r w:rsidRPr="00950987"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>010</w:t>
            </w: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  <w:tr w:rsidR="00312205" w:rsidTr="00787403">
        <w:tc>
          <w:tcPr>
            <w:tcW w:w="1316" w:type="dxa"/>
          </w:tcPr>
          <w:p w:rsidR="00312205" w:rsidRPr="00950987" w:rsidRDefault="00312205" w:rsidP="00787403">
            <w:pPr>
              <w:pStyle w:val="berschrift2"/>
              <w:outlineLvl w:val="1"/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</w:pPr>
            <w:r w:rsidRPr="00950987"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>011</w:t>
            </w: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  <w:tr w:rsidR="00312205" w:rsidTr="00787403">
        <w:tc>
          <w:tcPr>
            <w:tcW w:w="1316" w:type="dxa"/>
          </w:tcPr>
          <w:p w:rsidR="00312205" w:rsidRPr="00950987" w:rsidRDefault="00312205" w:rsidP="00787403">
            <w:pPr>
              <w:pStyle w:val="berschrift2"/>
              <w:outlineLvl w:val="1"/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</w:pPr>
            <w:r w:rsidRPr="00950987"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>012</w:t>
            </w: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  <w:tr w:rsidR="00312205" w:rsidTr="00787403"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  <w:tr w:rsidR="00312205" w:rsidTr="00787403"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  <w:tr w:rsidR="00312205" w:rsidTr="00787403"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</w:tbl>
    <w:p w:rsidR="00312205" w:rsidRDefault="00312205" w:rsidP="00312205">
      <w:pPr>
        <w:pStyle w:val="berschrift2"/>
      </w:pPr>
    </w:p>
    <w:p w:rsidR="00312205" w:rsidRDefault="00312205" w:rsidP="00312205">
      <w:pPr>
        <w:ind w:left="360"/>
      </w:pPr>
    </w:p>
    <w:p w:rsidR="00312205" w:rsidRDefault="00312205" w:rsidP="00312205">
      <w:pPr>
        <w:pStyle w:val="Listenabsatz"/>
        <w:numPr>
          <w:ilvl w:val="0"/>
          <w:numId w:val="3"/>
        </w:numPr>
      </w:pPr>
      <w:r>
        <w:lastRenderedPageBreak/>
        <w:t xml:space="preserve">Implementiere das Programm zur Multiplikation der Werte in den Speicherzellen 010 und 011. </w:t>
      </w:r>
    </w:p>
    <w:p w:rsidR="00312205" w:rsidRPr="007D31A7" w:rsidRDefault="00312205" w:rsidP="00312205">
      <w:pPr>
        <w:pStyle w:val="berschrift2"/>
        <w:ind w:left="709"/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</w:pPr>
      <w:r w:rsidRPr="007D31A7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 xml:space="preserve">000:  NULL 012 </w:t>
      </w:r>
      <w:r w:rsidRPr="007D31A7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 xml:space="preserve">001:  TAKE 012 </w:t>
      </w:r>
      <w:r w:rsidRPr="007D31A7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 xml:space="preserve">002:  ADD  010 </w:t>
      </w:r>
      <w:r w:rsidRPr="007D31A7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 xml:space="preserve">003:  SAVE 012 </w:t>
      </w:r>
      <w:r w:rsidRPr="007D31A7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 xml:space="preserve">004:  DEC  011 </w:t>
      </w:r>
      <w:r w:rsidRPr="007D31A7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 xml:space="preserve">005:  TST  011 </w:t>
      </w:r>
      <w:r w:rsidRPr="007D31A7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 xml:space="preserve">006:  JMP  001 </w:t>
      </w:r>
      <w:r w:rsidRPr="007D31A7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 xml:space="preserve">007:  HLT  000 </w:t>
      </w:r>
    </w:p>
    <w:p w:rsidR="00312205" w:rsidRDefault="00312205" w:rsidP="00312205">
      <w:pPr>
        <w:ind w:left="709"/>
      </w:pPr>
      <w:r w:rsidRPr="009E2026">
        <w:br/>
      </w:r>
      <w:r>
        <w:t xml:space="preserve">Teste das Programm mit verschiedenen Werten. </w:t>
      </w:r>
      <w:r>
        <w:br/>
        <w:t>Beachte beim Test auch die Multiplikation mit 0.</w:t>
      </w:r>
    </w:p>
    <w:p w:rsidR="00312205" w:rsidRPr="00D77A69" w:rsidRDefault="00312205" w:rsidP="00312205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MERKE:</w:t>
      </w:r>
      <w:r>
        <w:br/>
      </w:r>
      <w:r>
        <w:rPr>
          <w:rFonts w:ascii="Courier New" w:hAnsi="Courier New"/>
          <w:b/>
          <w:noProof/>
          <w:sz w:val="20"/>
        </w:rPr>
        <w:t>zzz</w:t>
      </w:r>
      <w:r w:rsidRPr="004B23BF">
        <w:rPr>
          <w:rFonts w:ascii="Courier New" w:hAnsi="Courier New"/>
          <w:b/>
          <w:noProof/>
          <w:sz w:val="20"/>
        </w:rPr>
        <w:t>:  </w:t>
      </w:r>
      <w:r>
        <w:rPr>
          <w:rFonts w:ascii="Courier New" w:hAnsi="Courier New"/>
          <w:b/>
          <w:noProof/>
          <w:sz w:val="20"/>
        </w:rPr>
        <w:t xml:space="preserve">  </w:t>
      </w:r>
      <w:r w:rsidRPr="004B23BF">
        <w:rPr>
          <w:rFonts w:ascii="Courier New" w:hAnsi="Courier New"/>
          <w:b/>
          <w:noProof/>
          <w:sz w:val="20"/>
        </w:rPr>
        <w:t xml:space="preserve">DEC </w:t>
      </w:r>
      <w:r>
        <w:rPr>
          <w:rFonts w:ascii="Courier New" w:hAnsi="Courier New"/>
          <w:b/>
          <w:noProof/>
          <w:sz w:val="20"/>
        </w:rPr>
        <w:t xml:space="preserve"> xxx</w:t>
      </w:r>
      <w:r w:rsidRPr="004B23BF">
        <w:rPr>
          <w:rFonts w:ascii="Courier New" w:hAnsi="Courier New"/>
          <w:b/>
          <w:noProof/>
          <w:sz w:val="20"/>
        </w:rPr>
        <w:t xml:space="preserve"> </w:t>
      </w:r>
      <w:r w:rsidRPr="004B23BF">
        <w:rPr>
          <w:rFonts w:ascii="Courier New" w:hAnsi="Courier New"/>
          <w:b/>
          <w:noProof/>
          <w:sz w:val="20"/>
        </w:rPr>
        <w:br/>
      </w:r>
      <w:r>
        <w:rPr>
          <w:rFonts w:ascii="Courier New" w:hAnsi="Courier New"/>
          <w:b/>
          <w:noProof/>
          <w:sz w:val="20"/>
        </w:rPr>
        <w:t>zzz+1</w:t>
      </w:r>
      <w:r w:rsidRPr="004B23BF">
        <w:rPr>
          <w:rFonts w:ascii="Courier New" w:hAnsi="Courier New"/>
          <w:b/>
          <w:noProof/>
          <w:sz w:val="20"/>
        </w:rPr>
        <w:t xml:space="preserve">:  TST </w:t>
      </w:r>
      <w:r>
        <w:rPr>
          <w:rFonts w:ascii="Courier New" w:hAnsi="Courier New"/>
          <w:b/>
          <w:noProof/>
          <w:sz w:val="20"/>
        </w:rPr>
        <w:t xml:space="preserve"> xxx </w:t>
      </w:r>
      <w:r>
        <w:rPr>
          <w:rFonts w:ascii="Courier New" w:hAnsi="Courier New"/>
          <w:b/>
          <w:noProof/>
          <w:sz w:val="20"/>
        </w:rPr>
        <w:br/>
        <w:t>zzz+2</w:t>
      </w:r>
      <w:r w:rsidRPr="004B23BF">
        <w:rPr>
          <w:rFonts w:ascii="Courier New" w:hAnsi="Courier New"/>
          <w:b/>
          <w:noProof/>
          <w:sz w:val="20"/>
        </w:rPr>
        <w:t xml:space="preserve">:  JMP </w:t>
      </w:r>
      <w:r>
        <w:rPr>
          <w:rFonts w:ascii="Courier New" w:hAnsi="Courier New"/>
          <w:b/>
          <w:noProof/>
          <w:sz w:val="20"/>
        </w:rPr>
        <w:t xml:space="preserve"> yyy</w:t>
      </w:r>
      <w:r>
        <w:rPr>
          <w:rFonts w:ascii="Courier New" w:hAnsi="Courier New"/>
          <w:b/>
          <w:noProof/>
          <w:sz w:val="20"/>
        </w:rPr>
        <w:br/>
      </w:r>
      <w:r w:rsidRPr="00671F2E">
        <w:t>Eine Befehlsfolge aus</w:t>
      </w:r>
      <w:r>
        <w:rPr>
          <w:rFonts w:ascii="Courier New" w:hAnsi="Courier New"/>
          <w:b/>
          <w:noProof/>
          <w:sz w:val="20"/>
        </w:rPr>
        <w:t xml:space="preserve"> DEC xxx, TST XXX </w:t>
      </w:r>
      <w:r w:rsidRPr="00671F2E">
        <w:t>und</w:t>
      </w:r>
      <w:r>
        <w:rPr>
          <w:rFonts w:ascii="Courier New" w:hAnsi="Courier New"/>
          <w:b/>
          <w:noProof/>
          <w:sz w:val="20"/>
        </w:rPr>
        <w:t xml:space="preserve"> JMP yyy </w:t>
      </w:r>
      <w:r w:rsidRPr="00671F2E">
        <w:t>erzeugt einen Zyklus in einem Johnny-Programm</w:t>
      </w:r>
      <w:r>
        <w:t xml:space="preserve"> zwischen den Speicherzellen </w:t>
      </w:r>
      <w:r w:rsidRPr="00D05F75">
        <w:rPr>
          <w:rFonts w:ascii="Courier New" w:hAnsi="Courier New"/>
          <w:b/>
          <w:noProof/>
          <w:sz w:val="20"/>
        </w:rPr>
        <w:t>yyy</w:t>
      </w:r>
      <w:r>
        <w:t xml:space="preserve"> und </w:t>
      </w:r>
      <w:r w:rsidRPr="00D05F75">
        <w:rPr>
          <w:rFonts w:ascii="Courier New" w:hAnsi="Courier New"/>
          <w:b/>
          <w:noProof/>
          <w:sz w:val="20"/>
        </w:rPr>
        <w:t>zzz</w:t>
      </w:r>
      <w:r w:rsidRPr="00671F2E">
        <w:t xml:space="preserve">. </w:t>
      </w:r>
    </w:p>
    <w:p w:rsidR="00312205" w:rsidRDefault="00312205" w:rsidP="00312205">
      <w:pPr>
        <w:pStyle w:val="Listenabsatz"/>
      </w:pPr>
    </w:p>
    <w:p w:rsidR="00312205" w:rsidRDefault="00312205" w:rsidP="00312205">
      <w:pPr>
        <w:pStyle w:val="Listenabsatz"/>
      </w:pPr>
    </w:p>
    <w:p w:rsidR="00312205" w:rsidRDefault="00312205" w:rsidP="00312205">
      <w:pPr>
        <w:pStyle w:val="Listenabsatz"/>
        <w:numPr>
          <w:ilvl w:val="0"/>
          <w:numId w:val="3"/>
        </w:numPr>
      </w:pPr>
      <w:r>
        <w:t xml:space="preserve">Lade das Programm </w:t>
      </w:r>
      <w:r w:rsidRPr="00D05F75">
        <w:rPr>
          <w:rFonts w:ascii="Courier New" w:hAnsi="Courier New"/>
          <w:b/>
          <w:noProof/>
          <w:sz w:val="20"/>
        </w:rPr>
        <w:t>div.ram</w:t>
      </w:r>
      <w:r>
        <w:t xml:space="preserve"> in den Speicher. Mache dich mit dem Programm vertraut. Welche Speicherzellen werden wofür angezielt?</w:t>
      </w:r>
      <w:r>
        <w:br/>
        <w:t>P</w:t>
      </w:r>
      <w:r w:rsidR="00BE52E9">
        <w:t>rotokolliere den Programmablauf</w:t>
      </w:r>
      <w:r>
        <w:t xml:space="preserve"> in </w:t>
      </w:r>
      <w:r w:rsidR="00BE52E9">
        <w:t>der</w:t>
      </w:r>
      <w:r>
        <w:t xml:space="preserve"> Tabelle</w:t>
      </w:r>
      <w:r w:rsidR="00BE52E9">
        <w:t xml:space="preserve"> auf der nächsten Seite</w:t>
      </w:r>
      <w:r>
        <w:t>.</w:t>
      </w:r>
    </w:p>
    <w:p w:rsidR="00312205" w:rsidRDefault="00312205" w:rsidP="00312205">
      <w:pPr>
        <w:pStyle w:val="Listenabsatz"/>
      </w:pPr>
    </w:p>
    <w:p w:rsidR="00312205" w:rsidRDefault="00312205" w:rsidP="00312205">
      <w:pPr>
        <w:pStyle w:val="berschrift2"/>
        <w:ind w:left="709"/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</w:pP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>000: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ab/>
      </w:r>
      <w:r w:rsidRPr="007D31A7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 xml:space="preserve">NULL 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 xml:space="preserve">020 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>001: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ab/>
      </w:r>
      <w:r w:rsidRPr="007D31A7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 xml:space="preserve">TAKE 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 xml:space="preserve">018 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>002: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ab/>
        <w:t>SAVE 021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>003: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ab/>
        <w:t>SUB  019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>004: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ab/>
        <w:t>SAVE 018</w:t>
      </w:r>
      <w:r w:rsidRPr="007D31A7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>005: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ab/>
        <w:t>INC  020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>006: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ab/>
        <w:t>TST  018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>007: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ab/>
        <w:t>JMP  001</w:t>
      </w:r>
    </w:p>
    <w:p w:rsidR="00312205" w:rsidRPr="005366D9" w:rsidRDefault="00312205" w:rsidP="00312205">
      <w:pPr>
        <w:rPr>
          <w:rFonts w:ascii="Courier New" w:hAnsi="Courier New"/>
          <w:b/>
          <w:noProof/>
          <w:sz w:val="20"/>
          <w:lang w:val="en-US"/>
        </w:rPr>
      </w:pPr>
      <w:r>
        <w:rPr>
          <w:lang w:val="en-US"/>
        </w:rPr>
        <w:tab/>
      </w:r>
      <w:r w:rsidRPr="005366D9">
        <w:rPr>
          <w:rFonts w:ascii="Courier New" w:hAnsi="Courier New"/>
          <w:b/>
          <w:noProof/>
          <w:sz w:val="20"/>
          <w:lang w:val="en-US"/>
        </w:rPr>
        <w:t>008:</w:t>
      </w:r>
      <w:r w:rsidRPr="005366D9">
        <w:rPr>
          <w:rFonts w:ascii="Courier New" w:hAnsi="Courier New"/>
          <w:b/>
          <w:noProof/>
          <w:sz w:val="20"/>
          <w:lang w:val="en-US"/>
        </w:rPr>
        <w:tab/>
        <w:t>TAKE 019</w:t>
      </w:r>
      <w:r w:rsidRPr="005366D9">
        <w:rPr>
          <w:rFonts w:ascii="Courier New" w:hAnsi="Courier New"/>
          <w:b/>
          <w:noProof/>
          <w:sz w:val="20"/>
          <w:lang w:val="en-US"/>
        </w:rPr>
        <w:br/>
      </w:r>
      <w:r w:rsidRPr="005366D9">
        <w:rPr>
          <w:rFonts w:ascii="Courier New" w:hAnsi="Courier New"/>
          <w:b/>
          <w:noProof/>
          <w:sz w:val="20"/>
          <w:lang w:val="en-US"/>
        </w:rPr>
        <w:tab/>
        <w:t>009:</w:t>
      </w:r>
      <w:r w:rsidRPr="005366D9">
        <w:rPr>
          <w:rFonts w:ascii="Courier New" w:hAnsi="Courier New"/>
          <w:b/>
          <w:noProof/>
          <w:sz w:val="20"/>
          <w:lang w:val="en-US"/>
        </w:rPr>
        <w:tab/>
        <w:t>SUB  021</w:t>
      </w:r>
      <w:r w:rsidRPr="005366D9">
        <w:rPr>
          <w:rFonts w:ascii="Courier New" w:hAnsi="Courier New"/>
          <w:b/>
          <w:noProof/>
          <w:sz w:val="20"/>
          <w:lang w:val="en-US"/>
        </w:rPr>
        <w:br/>
        <w:t xml:space="preserve"> </w:t>
      </w:r>
      <w:r w:rsidRPr="005366D9">
        <w:rPr>
          <w:rFonts w:ascii="Courier New" w:hAnsi="Courier New"/>
          <w:b/>
          <w:noProof/>
          <w:sz w:val="20"/>
          <w:lang w:val="en-US"/>
        </w:rPr>
        <w:tab/>
        <w:t>010:</w:t>
      </w:r>
      <w:r w:rsidRPr="005366D9">
        <w:rPr>
          <w:rFonts w:ascii="Courier New" w:hAnsi="Courier New"/>
          <w:b/>
          <w:noProof/>
          <w:sz w:val="20"/>
          <w:lang w:val="en-US"/>
        </w:rPr>
        <w:tab/>
        <w:t>SAVE 019</w:t>
      </w:r>
      <w:r w:rsidRPr="005366D9">
        <w:rPr>
          <w:rFonts w:ascii="Courier New" w:hAnsi="Courier New"/>
          <w:b/>
          <w:noProof/>
          <w:sz w:val="20"/>
          <w:lang w:val="en-US"/>
        </w:rPr>
        <w:br/>
      </w:r>
      <w:r w:rsidRPr="005366D9">
        <w:rPr>
          <w:rFonts w:ascii="Courier New" w:hAnsi="Courier New"/>
          <w:b/>
          <w:noProof/>
          <w:sz w:val="20"/>
          <w:lang w:val="en-US"/>
        </w:rPr>
        <w:tab/>
        <w:t>011:</w:t>
      </w:r>
      <w:r w:rsidRPr="005366D9">
        <w:rPr>
          <w:rFonts w:ascii="Courier New" w:hAnsi="Courier New"/>
          <w:b/>
          <w:noProof/>
          <w:sz w:val="20"/>
          <w:lang w:val="en-US"/>
        </w:rPr>
        <w:tab/>
        <w:t>TST  019</w:t>
      </w:r>
      <w:r w:rsidRPr="005366D9">
        <w:rPr>
          <w:rFonts w:ascii="Courier New" w:hAnsi="Courier New"/>
          <w:b/>
          <w:noProof/>
          <w:sz w:val="20"/>
          <w:lang w:val="en-US"/>
        </w:rPr>
        <w:br/>
      </w:r>
      <w:r w:rsidRPr="005366D9">
        <w:rPr>
          <w:rFonts w:ascii="Courier New" w:hAnsi="Courier New"/>
          <w:b/>
          <w:noProof/>
          <w:sz w:val="20"/>
          <w:lang w:val="en-US"/>
        </w:rPr>
        <w:tab/>
        <w:t>012:</w:t>
      </w:r>
      <w:r w:rsidRPr="005366D9">
        <w:rPr>
          <w:rFonts w:ascii="Courier New" w:hAnsi="Courier New"/>
          <w:b/>
          <w:noProof/>
          <w:sz w:val="20"/>
          <w:lang w:val="en-US"/>
        </w:rPr>
        <w:tab/>
        <w:t>JMP  014</w:t>
      </w:r>
      <w:r w:rsidRPr="005366D9">
        <w:rPr>
          <w:rFonts w:ascii="Courier New" w:hAnsi="Courier New"/>
          <w:b/>
          <w:noProof/>
          <w:sz w:val="20"/>
          <w:lang w:val="en-US"/>
        </w:rPr>
        <w:br/>
      </w:r>
      <w:r>
        <w:rPr>
          <w:rFonts w:ascii="Courier New" w:hAnsi="Courier New"/>
          <w:b/>
          <w:noProof/>
          <w:sz w:val="20"/>
          <w:lang w:val="en-US"/>
        </w:rPr>
        <w:tab/>
        <w:t>013:</w:t>
      </w:r>
      <w:r>
        <w:rPr>
          <w:rFonts w:ascii="Courier New" w:hAnsi="Courier New"/>
          <w:b/>
          <w:noProof/>
          <w:sz w:val="20"/>
          <w:lang w:val="en-US"/>
        </w:rPr>
        <w:tab/>
        <w:t>JMP  015</w:t>
      </w:r>
      <w:r>
        <w:rPr>
          <w:rFonts w:ascii="Courier New" w:hAnsi="Courier New"/>
          <w:b/>
          <w:noProof/>
          <w:sz w:val="20"/>
          <w:lang w:val="en-US"/>
        </w:rPr>
        <w:br/>
      </w:r>
      <w:r>
        <w:rPr>
          <w:rFonts w:ascii="Courier New" w:hAnsi="Courier New"/>
          <w:b/>
          <w:noProof/>
          <w:sz w:val="20"/>
          <w:lang w:val="en-US"/>
        </w:rPr>
        <w:tab/>
        <w:t>014:</w:t>
      </w:r>
      <w:r>
        <w:rPr>
          <w:rFonts w:ascii="Courier New" w:hAnsi="Courier New"/>
          <w:b/>
          <w:noProof/>
          <w:sz w:val="20"/>
          <w:lang w:val="en-US"/>
        </w:rPr>
        <w:tab/>
        <w:t>DEC  020</w:t>
      </w:r>
      <w:r>
        <w:rPr>
          <w:rFonts w:ascii="Courier New" w:hAnsi="Courier New"/>
          <w:b/>
          <w:noProof/>
          <w:sz w:val="20"/>
          <w:lang w:val="en-US"/>
        </w:rPr>
        <w:br/>
      </w:r>
      <w:r>
        <w:rPr>
          <w:rFonts w:ascii="Courier New" w:hAnsi="Courier New"/>
          <w:b/>
          <w:noProof/>
          <w:sz w:val="20"/>
          <w:lang w:val="en-US"/>
        </w:rPr>
        <w:tab/>
        <w:t xml:space="preserve">015: </w:t>
      </w:r>
      <w:r>
        <w:rPr>
          <w:rFonts w:ascii="Courier New" w:hAnsi="Courier New"/>
          <w:b/>
          <w:noProof/>
          <w:sz w:val="20"/>
          <w:lang w:val="en-US"/>
        </w:rPr>
        <w:tab/>
        <w:t>HLT  000</w:t>
      </w:r>
      <w:r>
        <w:rPr>
          <w:rFonts w:ascii="Courier New" w:hAnsi="Courier New"/>
          <w:b/>
          <w:noProof/>
          <w:sz w:val="20"/>
          <w:lang w:val="en-US"/>
        </w:rPr>
        <w:br/>
      </w:r>
      <w:r>
        <w:rPr>
          <w:rFonts w:ascii="Courier New" w:hAnsi="Courier New"/>
          <w:b/>
          <w:noProof/>
          <w:sz w:val="20"/>
          <w:lang w:val="en-US"/>
        </w:rPr>
        <w:tab/>
        <w:t>016:</w:t>
      </w:r>
      <w:r>
        <w:rPr>
          <w:rFonts w:ascii="Courier New" w:hAnsi="Courier New"/>
          <w:b/>
          <w:noProof/>
          <w:sz w:val="20"/>
          <w:lang w:val="en-US"/>
        </w:rPr>
        <w:br/>
      </w:r>
      <w:r>
        <w:rPr>
          <w:rFonts w:ascii="Courier New" w:hAnsi="Courier New"/>
          <w:b/>
          <w:noProof/>
          <w:sz w:val="20"/>
          <w:lang w:val="en-US"/>
        </w:rPr>
        <w:tab/>
        <w:t>017:</w:t>
      </w:r>
      <w:r w:rsidR="009E2026">
        <w:rPr>
          <w:rFonts w:ascii="Courier New" w:hAnsi="Courier New"/>
          <w:b/>
          <w:noProof/>
          <w:sz w:val="20"/>
          <w:lang w:val="en-US"/>
        </w:rPr>
        <w:tab/>
        <w:t xml:space="preserve">     </w:t>
      </w:r>
      <w:r>
        <w:rPr>
          <w:rFonts w:ascii="Courier New" w:hAnsi="Courier New"/>
          <w:b/>
          <w:noProof/>
          <w:sz w:val="20"/>
          <w:lang w:val="en-US"/>
        </w:rPr>
        <w:br/>
      </w:r>
      <w:r>
        <w:rPr>
          <w:rFonts w:ascii="Courier New" w:hAnsi="Courier New"/>
          <w:b/>
          <w:noProof/>
          <w:sz w:val="20"/>
          <w:lang w:val="en-US"/>
        </w:rPr>
        <w:tab/>
        <w:t>018:</w:t>
      </w:r>
      <w:r w:rsidR="009E2026">
        <w:rPr>
          <w:rFonts w:ascii="Courier New" w:hAnsi="Courier New"/>
          <w:b/>
          <w:noProof/>
          <w:sz w:val="20"/>
          <w:lang w:val="en-US"/>
        </w:rPr>
        <w:tab/>
        <w:t xml:space="preserve">     006</w:t>
      </w:r>
      <w:r>
        <w:rPr>
          <w:rFonts w:ascii="Courier New" w:hAnsi="Courier New"/>
          <w:b/>
          <w:noProof/>
          <w:sz w:val="20"/>
          <w:lang w:val="en-US"/>
        </w:rPr>
        <w:br/>
      </w:r>
      <w:r>
        <w:rPr>
          <w:rFonts w:ascii="Courier New" w:hAnsi="Courier New"/>
          <w:b/>
          <w:noProof/>
          <w:sz w:val="20"/>
          <w:lang w:val="en-US"/>
        </w:rPr>
        <w:tab/>
        <w:t>019:</w:t>
      </w:r>
      <w:r w:rsidR="009E2026">
        <w:rPr>
          <w:rFonts w:ascii="Courier New" w:hAnsi="Courier New"/>
          <w:b/>
          <w:noProof/>
          <w:sz w:val="20"/>
          <w:lang w:val="en-US"/>
        </w:rPr>
        <w:tab/>
        <w:t xml:space="preserve">     002</w:t>
      </w:r>
      <w:r>
        <w:rPr>
          <w:rFonts w:ascii="Courier New" w:hAnsi="Courier New"/>
          <w:b/>
          <w:noProof/>
          <w:sz w:val="20"/>
          <w:lang w:val="en-US"/>
        </w:rPr>
        <w:br/>
        <w:t xml:space="preserve"> </w:t>
      </w:r>
      <w:r>
        <w:rPr>
          <w:rFonts w:ascii="Courier New" w:hAnsi="Courier New"/>
          <w:b/>
          <w:noProof/>
          <w:sz w:val="20"/>
          <w:lang w:val="en-US"/>
        </w:rPr>
        <w:tab/>
        <w:t>020:</w:t>
      </w:r>
    </w:p>
    <w:p w:rsidR="00312205" w:rsidRPr="005366D9" w:rsidRDefault="00312205" w:rsidP="00312205">
      <w:pPr>
        <w:pStyle w:val="Listenabsatz"/>
        <w:rPr>
          <w:rFonts w:ascii="Courier New" w:hAnsi="Courier New"/>
          <w:b/>
          <w:noProof/>
          <w:sz w:val="20"/>
          <w:lang w:val="en-US"/>
        </w:rPr>
      </w:pPr>
    </w:p>
    <w:p w:rsidR="00312205" w:rsidRPr="00950987" w:rsidRDefault="00312205" w:rsidP="00312205">
      <w:pPr>
        <w:pStyle w:val="berschrift2"/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</w:pPr>
      <w:r w:rsidRPr="005366D9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  <w:lang w:val="en-US"/>
        </w:rPr>
        <w:br w:type="page"/>
      </w:r>
      <w:r w:rsidRPr="00950987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lastRenderedPageBreak/>
        <w:t>Programmcounter:</w:t>
      </w:r>
      <w:r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br/>
      </w: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1842"/>
        <w:gridCol w:w="1842"/>
        <w:gridCol w:w="1842"/>
        <w:gridCol w:w="1843"/>
        <w:gridCol w:w="1843"/>
      </w:tblGrid>
      <w:tr w:rsidR="00312205" w:rsidTr="00787403"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  <w:r w:rsidRPr="008F52F4"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>000</w:t>
            </w:r>
            <w:r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 xml:space="preserve"> --&gt;</w:t>
            </w:r>
          </w:p>
        </w:tc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  <w:tr w:rsidR="00312205" w:rsidTr="00787403"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  <w:r w:rsidRPr="008F52F4"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>--&gt;</w:t>
            </w:r>
          </w:p>
        </w:tc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  <w:tr w:rsidR="00312205" w:rsidTr="00787403"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  <w:tr w:rsidR="00312205" w:rsidTr="00787403"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  <w:tr w:rsidR="00312205" w:rsidTr="00787403"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  <w:tr w:rsidR="009E2026" w:rsidTr="00787403">
        <w:tc>
          <w:tcPr>
            <w:tcW w:w="1842" w:type="dxa"/>
          </w:tcPr>
          <w:p w:rsidR="009E2026" w:rsidRDefault="009E2026" w:rsidP="00787403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9E2026" w:rsidRDefault="009E2026" w:rsidP="00787403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9E2026" w:rsidRDefault="009E2026" w:rsidP="00787403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9E2026" w:rsidRDefault="009E2026" w:rsidP="00787403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9E2026" w:rsidRDefault="009E2026" w:rsidP="00787403">
            <w:pPr>
              <w:pStyle w:val="berschrift2"/>
              <w:outlineLvl w:val="1"/>
            </w:pPr>
          </w:p>
        </w:tc>
      </w:tr>
    </w:tbl>
    <w:p w:rsidR="00312205" w:rsidRDefault="00312205" w:rsidP="00312205">
      <w:pPr>
        <w:pStyle w:val="berschrift2"/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</w:pPr>
    </w:p>
    <w:p w:rsidR="00312205" w:rsidRPr="00950987" w:rsidRDefault="00312205" w:rsidP="00312205">
      <w:pPr>
        <w:pStyle w:val="berschrift2"/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</w:pPr>
      <w:r w:rsidRPr="00950987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Speicherbelegung</w:t>
      </w:r>
      <w:r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:</w:t>
      </w:r>
      <w:r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br/>
      </w: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1316"/>
        <w:gridCol w:w="1316"/>
        <w:gridCol w:w="1316"/>
        <w:gridCol w:w="1316"/>
        <w:gridCol w:w="1316"/>
        <w:gridCol w:w="1316"/>
        <w:gridCol w:w="1316"/>
      </w:tblGrid>
      <w:tr w:rsidR="00312205" w:rsidTr="00787403">
        <w:tc>
          <w:tcPr>
            <w:tcW w:w="1316" w:type="dxa"/>
          </w:tcPr>
          <w:p w:rsidR="00312205" w:rsidRPr="00950987" w:rsidRDefault="00312205" w:rsidP="00787403">
            <w:pPr>
              <w:pStyle w:val="berschrift2"/>
              <w:outlineLvl w:val="1"/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  <w:tr w:rsidR="00312205" w:rsidTr="00787403">
        <w:tc>
          <w:tcPr>
            <w:tcW w:w="1316" w:type="dxa"/>
          </w:tcPr>
          <w:p w:rsidR="00312205" w:rsidRPr="00950987" w:rsidRDefault="00312205" w:rsidP="00787403">
            <w:pPr>
              <w:pStyle w:val="berschrift2"/>
              <w:outlineLvl w:val="1"/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  <w:tr w:rsidR="00312205" w:rsidTr="00787403">
        <w:tc>
          <w:tcPr>
            <w:tcW w:w="1316" w:type="dxa"/>
          </w:tcPr>
          <w:p w:rsidR="00312205" w:rsidRPr="00950987" w:rsidRDefault="00312205" w:rsidP="00787403">
            <w:pPr>
              <w:pStyle w:val="berschrift2"/>
              <w:outlineLvl w:val="1"/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  <w:tr w:rsidR="00312205" w:rsidTr="00787403"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  <w:tr w:rsidR="00312205" w:rsidTr="00787403"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  <w:tr w:rsidR="00312205" w:rsidTr="00787403"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  <w:tr w:rsidR="00312205" w:rsidTr="00787403"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  <w:tr w:rsidR="00312205" w:rsidTr="00787403"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312205" w:rsidRDefault="00312205" w:rsidP="00787403">
            <w:pPr>
              <w:pStyle w:val="berschrift2"/>
              <w:outlineLvl w:val="1"/>
            </w:pPr>
          </w:p>
        </w:tc>
      </w:tr>
    </w:tbl>
    <w:p w:rsidR="00312205" w:rsidRDefault="00312205" w:rsidP="00312205"/>
    <w:p w:rsidR="00312205" w:rsidRDefault="00312205" w:rsidP="00312205"/>
    <w:p w:rsidR="00312205" w:rsidRDefault="00312205" w:rsidP="00312205">
      <w:pPr>
        <w:pStyle w:val="Listenabsatz"/>
        <w:numPr>
          <w:ilvl w:val="0"/>
          <w:numId w:val="3"/>
        </w:numPr>
      </w:pPr>
      <w:r>
        <w:br w:type="page"/>
      </w:r>
      <w:r>
        <w:lastRenderedPageBreak/>
        <w:t xml:space="preserve">Lade das Programm </w:t>
      </w:r>
      <w:r w:rsidRPr="00012453">
        <w:rPr>
          <w:rFonts w:ascii="Courier New" w:hAnsi="Courier New"/>
          <w:b/>
          <w:noProof/>
          <w:sz w:val="20"/>
        </w:rPr>
        <w:t>test.ram</w:t>
      </w:r>
      <w:r>
        <w:t xml:space="preserve"> in den Speicher.  </w:t>
      </w:r>
      <w:r>
        <w:br/>
        <w:t>In den Zellen 000 bis 01</w:t>
      </w:r>
      <w:r w:rsidR="009E2026">
        <w:t>7</w:t>
      </w:r>
      <w:bookmarkStart w:id="0" w:name="_GoBack"/>
      <w:bookmarkEnd w:id="0"/>
      <w:r>
        <w:t xml:space="preserve"> steht das Programm selbst. </w:t>
      </w:r>
      <w:r>
        <w:br/>
        <w:t>Ab der Zelle 021 können fortlaufend Daten größer 0 eingetragen werden. Eine 0 schließt die Datenfolge ab.</w:t>
      </w:r>
      <w:r>
        <w:br/>
        <w:t>Das Ergebnis findest du nach der Abarbeitung des Programms im Akkumulator und in der Zelle 020.</w:t>
      </w:r>
    </w:p>
    <w:p w:rsidR="00312205" w:rsidRDefault="00312205" w:rsidP="00312205">
      <w:pPr>
        <w:sectPr w:rsidR="00312205" w:rsidSect="00312205">
          <w:headerReference w:type="even" r:id="rId8"/>
          <w:headerReference w:type="default" r:id="rId9"/>
          <w:footerReference w:type="default" r:id="rId10"/>
          <w:pgSz w:w="11906" w:h="16838"/>
          <w:pgMar w:top="1417" w:right="1417" w:bottom="1134" w:left="1417" w:header="708" w:footer="708" w:gutter="0"/>
          <w:cols w:space="708"/>
        </w:sectPr>
      </w:pPr>
    </w:p>
    <w:p w:rsidR="00312205" w:rsidRDefault="00312205" w:rsidP="00312205">
      <w:pPr>
        <w:rPr>
          <w:lang w:val="en-US"/>
        </w:rPr>
      </w:pPr>
      <w:r w:rsidRPr="0003440B">
        <w:rPr>
          <w:lang w:val="en-US"/>
        </w:rPr>
        <w:t>Programm für Aufgabe 5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12205" w:rsidRPr="009E2026" w:rsidTr="00787403">
        <w:tc>
          <w:tcPr>
            <w:tcW w:w="4606" w:type="dxa"/>
            <w:shd w:val="clear" w:color="auto" w:fill="FFFFFF" w:themeFill="background1"/>
          </w:tcPr>
          <w:p w:rsidR="00312205" w:rsidRPr="0003440B" w:rsidRDefault="00312205" w:rsidP="00787403">
            <w:pPr>
              <w:jc w:val="center"/>
              <w:rPr>
                <w:b/>
                <w:lang w:val="en-US"/>
              </w:rPr>
            </w:pPr>
            <w:r w:rsidRPr="0003440B">
              <w:rPr>
                <w:rFonts w:ascii="Courier New" w:hAnsi="Courier New"/>
                <w:b/>
                <w:noProof/>
                <w:lang w:val="en-US"/>
              </w:rPr>
              <w:t>000:  TAKE 021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 xml:space="preserve">001:  SAVE 020 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 xml:space="preserve">002:  TAKE 021 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 xml:space="preserve">003:  SUB  020 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 xml:space="preserve">004:  SAVE 019 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 xml:space="preserve">005:  TST  019 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 xml:space="preserve">006:  JMP  008 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 xml:space="preserve">007:  JMP  010 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008:  TAKE 021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009:  SAVE 020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010:  INC  002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011:  INC  008</w:t>
            </w:r>
          </w:p>
        </w:tc>
        <w:tc>
          <w:tcPr>
            <w:tcW w:w="4606" w:type="dxa"/>
            <w:shd w:val="clear" w:color="auto" w:fill="FFFFFF" w:themeFill="background1"/>
          </w:tcPr>
          <w:p w:rsidR="00312205" w:rsidRPr="0003440B" w:rsidRDefault="00312205" w:rsidP="00787403">
            <w:pPr>
              <w:rPr>
                <w:rFonts w:ascii="Courier New" w:hAnsi="Courier New"/>
                <w:b/>
                <w:noProof/>
                <w:lang w:val="en-US"/>
              </w:rPr>
            </w:pPr>
            <w:r w:rsidRPr="0003440B">
              <w:rPr>
                <w:rFonts w:ascii="Courier New" w:hAnsi="Courier New"/>
                <w:b/>
                <w:noProof/>
                <w:lang w:val="en-US"/>
              </w:rPr>
              <w:t>012:  INC  013</w:t>
            </w:r>
          </w:p>
          <w:p w:rsidR="00312205" w:rsidRPr="0003440B" w:rsidRDefault="00312205" w:rsidP="00787403">
            <w:pPr>
              <w:rPr>
                <w:b/>
                <w:lang w:val="en-US"/>
              </w:rPr>
            </w:pPr>
            <w:r w:rsidRPr="0003440B">
              <w:rPr>
                <w:rFonts w:ascii="Courier New" w:hAnsi="Courier New"/>
                <w:b/>
                <w:noProof/>
                <w:lang w:val="en-US"/>
              </w:rPr>
              <w:t>013:  TST  021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014:  JMP  002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015:  HLT  000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016:  TAKE 020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017:  HLT  000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018:</w:t>
            </w:r>
            <w:r>
              <w:rPr>
                <w:rFonts w:ascii="Courier New" w:hAnsi="Courier New"/>
                <w:b/>
                <w:noProof/>
                <w:lang w:val="en-US"/>
              </w:rPr>
              <w:t xml:space="preserve">  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019:</w:t>
            </w:r>
            <w:r w:rsidRPr="0003440B">
              <w:rPr>
                <w:b/>
                <w:lang w:val="en-US"/>
              </w:rPr>
              <w:br/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t>020: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021:       009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022:       007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023:       025</w:t>
            </w:r>
          </w:p>
        </w:tc>
      </w:tr>
    </w:tbl>
    <w:p w:rsidR="00312205" w:rsidRPr="0003440B" w:rsidRDefault="00312205" w:rsidP="00312205">
      <w:pPr>
        <w:rPr>
          <w:lang w:val="en-US"/>
        </w:rPr>
        <w:sectPr w:rsidR="00312205" w:rsidRPr="0003440B" w:rsidSect="0003440B">
          <w:type w:val="continuous"/>
          <w:pgSz w:w="11906" w:h="16838"/>
          <w:pgMar w:top="1417" w:right="1417" w:bottom="1134" w:left="1417" w:header="708" w:footer="708" w:gutter="0"/>
          <w:cols w:space="709"/>
        </w:sectPr>
      </w:pPr>
    </w:p>
    <w:p w:rsidR="00312205" w:rsidRPr="0003440B" w:rsidRDefault="00312205" w:rsidP="00312205">
      <w:pPr>
        <w:pStyle w:val="berschrift2"/>
        <w:spacing w:before="0"/>
        <w:rPr>
          <w:rFonts w:ascii="Courier New" w:eastAsiaTheme="minorEastAsia" w:hAnsi="Courier New" w:cstheme="minorBidi"/>
          <w:bCs w:val="0"/>
          <w:noProof/>
          <w:color w:val="auto"/>
          <w:sz w:val="24"/>
          <w:szCs w:val="24"/>
          <w:lang w:val="en-US"/>
        </w:rPr>
        <w:sectPr w:rsidR="00312205" w:rsidRPr="0003440B" w:rsidSect="0003440B">
          <w:type w:val="continuous"/>
          <w:pgSz w:w="11906" w:h="16838"/>
          <w:pgMar w:top="1417" w:right="1417" w:bottom="1134" w:left="1417" w:header="708" w:footer="708" w:gutter="0"/>
          <w:cols w:num="2" w:space="709"/>
        </w:sectPr>
      </w:pPr>
    </w:p>
    <w:p w:rsidR="00312205" w:rsidRDefault="00312205" w:rsidP="00BE52E9">
      <w:pPr>
        <w:ind w:left="709"/>
      </w:pPr>
      <w:r>
        <w:t xml:space="preserve">Protokolliere den Programmlauf für die gegebenen Werte. Achte </w:t>
      </w:r>
      <w:r w:rsidRPr="0003440B">
        <w:rPr>
          <w:b/>
        </w:rPr>
        <w:t>besonders</w:t>
      </w:r>
      <w:r>
        <w:t xml:space="preserve"> darauf, dass sich der Quelltext des Progra</w:t>
      </w:r>
      <w:r w:rsidR="00BE52E9">
        <w:t>mms während der Laufzeit ändert!</w:t>
      </w:r>
    </w:p>
    <w:p w:rsidR="00BE52E9" w:rsidRDefault="00BE52E9" w:rsidP="00BE52E9">
      <w:pPr>
        <w:ind w:left="709"/>
      </w:pPr>
    </w:p>
    <w:p w:rsidR="00BE52E9" w:rsidRDefault="00BE52E9" w:rsidP="00BE52E9">
      <w:pPr>
        <w:ind w:left="709"/>
      </w:pPr>
    </w:p>
    <w:p w:rsidR="00BE52E9" w:rsidRDefault="00BE52E9" w:rsidP="00BE52E9">
      <w:pPr>
        <w:ind w:left="709"/>
      </w:pPr>
    </w:p>
    <w:p w:rsidR="00BE52E9" w:rsidRDefault="00BE52E9" w:rsidP="00BE52E9">
      <w:pPr>
        <w:ind w:left="709"/>
      </w:pPr>
    </w:p>
    <w:p w:rsidR="00BE52E9" w:rsidRDefault="00BE52E9" w:rsidP="00BE52E9">
      <w:pPr>
        <w:ind w:left="709"/>
      </w:pPr>
    </w:p>
    <w:p w:rsidR="00BE52E9" w:rsidRDefault="00BE52E9" w:rsidP="00BE52E9">
      <w:pPr>
        <w:ind w:left="709"/>
      </w:pPr>
    </w:p>
    <w:p w:rsidR="00BE52E9" w:rsidRDefault="00BE52E9" w:rsidP="00BE52E9">
      <w:pPr>
        <w:ind w:left="709"/>
      </w:pPr>
    </w:p>
    <w:p w:rsidR="00BE52E9" w:rsidRDefault="00BE52E9" w:rsidP="00BE52E9">
      <w:pPr>
        <w:ind w:left="709"/>
      </w:pPr>
    </w:p>
    <w:p w:rsidR="00BE52E9" w:rsidRDefault="00BE52E9" w:rsidP="00BE52E9">
      <w:pPr>
        <w:ind w:left="709"/>
      </w:pPr>
    </w:p>
    <w:p w:rsidR="00BE52E9" w:rsidRPr="00BE52E9" w:rsidRDefault="00BE52E9" w:rsidP="00BE52E9">
      <w:pPr>
        <w:pStyle w:val="Listenabsatz"/>
        <w:numPr>
          <w:ilvl w:val="0"/>
          <w:numId w:val="3"/>
        </w:numPr>
        <w:rPr>
          <w:lang w:val="en-US"/>
        </w:rPr>
      </w:pPr>
      <w:r>
        <w:t>Teste das Programm für verschiedene Datenreihen. Achte dabei darauf, dass du das Programm für jede Datenreihe neu laden und die Daten ab Zelle 21 anpassen musst.</w:t>
      </w:r>
      <w:r>
        <w:br/>
        <w:t>Beschreibe die Wirkung des Programms.</w:t>
      </w:r>
    </w:p>
    <w:p w:rsidR="00BE52E9" w:rsidRPr="00BE52E9" w:rsidRDefault="00BE52E9" w:rsidP="00BE52E9">
      <w:r w:rsidRPr="00BE52E9">
        <w:br/>
        <w:t>Wirkung: __________________________________________________________________</w:t>
      </w:r>
    </w:p>
    <w:p w:rsidR="00BE52E9" w:rsidRPr="005366D9" w:rsidRDefault="00BE52E9" w:rsidP="00BE52E9">
      <w:pPr>
        <w:sectPr w:rsidR="00BE52E9" w:rsidRPr="005366D9" w:rsidSect="0003440B">
          <w:headerReference w:type="even" r:id="rId11"/>
          <w:headerReference w:type="default" r:id="rId12"/>
          <w:footerReference w:type="default" r:id="rId13"/>
          <w:type w:val="continuous"/>
          <w:pgSz w:w="11906" w:h="16838"/>
          <w:pgMar w:top="1417" w:right="1417" w:bottom="1134" w:left="1417" w:header="708" w:footer="708" w:gutter="0"/>
          <w:cols w:space="708"/>
        </w:sectPr>
      </w:pPr>
      <w:r>
        <w:t>___________________________________________________________________________</w:t>
      </w:r>
    </w:p>
    <w:p w:rsidR="00312205" w:rsidRDefault="00312205" w:rsidP="00312205">
      <w:pPr>
        <w:pStyle w:val="Listenabsatz"/>
        <w:ind w:left="0"/>
      </w:pPr>
      <w:r w:rsidRPr="00312205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lastRenderedPageBreak/>
        <w:t>Johnny_4</w:t>
      </w:r>
      <w:r w:rsidRPr="00312205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ab/>
        <w:t>Erweiterungen</w:t>
      </w:r>
    </w:p>
    <w:p w:rsidR="00312205" w:rsidRPr="00906E75" w:rsidRDefault="00312205" w:rsidP="00312205"/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312205" w:rsidTr="00787403">
        <w:tc>
          <w:tcPr>
            <w:tcW w:w="2303" w:type="dxa"/>
          </w:tcPr>
          <w:p w:rsidR="00312205" w:rsidRDefault="00312205" w:rsidP="00787403">
            <w:r>
              <w:t>Video</w:t>
            </w:r>
          </w:p>
        </w:tc>
        <w:tc>
          <w:tcPr>
            <w:tcW w:w="2303" w:type="dxa"/>
          </w:tcPr>
          <w:p w:rsidR="00312205" w:rsidRDefault="00312205" w:rsidP="00787403"/>
        </w:tc>
        <w:tc>
          <w:tcPr>
            <w:tcW w:w="2303" w:type="dxa"/>
          </w:tcPr>
          <w:p w:rsidR="00312205" w:rsidRDefault="00312205" w:rsidP="00787403">
            <w:r>
              <w:t>Hilfsmittel</w:t>
            </w:r>
          </w:p>
        </w:tc>
        <w:tc>
          <w:tcPr>
            <w:tcW w:w="2303" w:type="dxa"/>
          </w:tcPr>
          <w:p w:rsidR="00312205" w:rsidRDefault="00312205" w:rsidP="00787403"/>
        </w:tc>
      </w:tr>
      <w:tr w:rsidR="00312205" w:rsidTr="00787403">
        <w:tc>
          <w:tcPr>
            <w:tcW w:w="2303" w:type="dxa"/>
          </w:tcPr>
          <w:p w:rsidR="00312205" w:rsidRDefault="00312205" w:rsidP="00787403"/>
        </w:tc>
        <w:tc>
          <w:tcPr>
            <w:tcW w:w="2303" w:type="dxa"/>
          </w:tcPr>
          <w:p w:rsidR="00312205" w:rsidRDefault="00312205" w:rsidP="00787403"/>
        </w:tc>
        <w:tc>
          <w:tcPr>
            <w:tcW w:w="2303" w:type="dxa"/>
          </w:tcPr>
          <w:p w:rsidR="00312205" w:rsidRDefault="00312205" w:rsidP="00787403"/>
        </w:tc>
        <w:tc>
          <w:tcPr>
            <w:tcW w:w="2303" w:type="dxa"/>
          </w:tcPr>
          <w:p w:rsidR="00312205" w:rsidRDefault="00312205" w:rsidP="00787403"/>
        </w:tc>
      </w:tr>
    </w:tbl>
    <w:p w:rsidR="00312205" w:rsidRDefault="00312205" w:rsidP="00312205"/>
    <w:p w:rsidR="00312205" w:rsidRDefault="00312205" w:rsidP="00312205">
      <w:pPr>
        <w:pStyle w:val="Listenabsatz"/>
        <w:numPr>
          <w:ilvl w:val="0"/>
          <w:numId w:val="4"/>
        </w:numPr>
      </w:pPr>
      <w:r>
        <w:t>Erweitere das Programm zur Division, so dass auch der ganzzahlige Rest bei der Division gespeichert wird.</w:t>
      </w:r>
    </w:p>
    <w:p w:rsidR="00312205" w:rsidRDefault="00312205" w:rsidP="00312205">
      <w:pPr>
        <w:pStyle w:val="Listenabsatz"/>
        <w:numPr>
          <w:ilvl w:val="0"/>
          <w:numId w:val="4"/>
        </w:numPr>
      </w:pPr>
      <w:r>
        <w:t>Implementiere ein Programm zur Berechnung der Potenz a^2 (a^3, a^n).</w:t>
      </w:r>
    </w:p>
    <w:p w:rsidR="00312205" w:rsidRDefault="00312205" w:rsidP="00312205">
      <w:pPr>
        <w:pStyle w:val="Listenabsatz"/>
        <w:numPr>
          <w:ilvl w:val="0"/>
          <w:numId w:val="4"/>
        </w:numPr>
      </w:pPr>
      <w:r>
        <w:t>Dokumentiere den Programmablauf für ein Programm aus 2.</w:t>
      </w:r>
    </w:p>
    <w:p w:rsidR="00312205" w:rsidRDefault="00312205" w:rsidP="00312205">
      <w:pPr>
        <w:pStyle w:val="Listenabsatz"/>
        <w:numPr>
          <w:ilvl w:val="0"/>
          <w:numId w:val="4"/>
        </w:numPr>
      </w:pPr>
      <w:r>
        <w:t>Implementiere ein Programm zur Berechnung der Fakultät.</w:t>
      </w:r>
    </w:p>
    <w:p w:rsidR="00312205" w:rsidRPr="00D05F75" w:rsidRDefault="00312205" w:rsidP="00312205">
      <w:pPr>
        <w:pStyle w:val="Listenabsatz"/>
        <w:numPr>
          <w:ilvl w:val="0"/>
          <w:numId w:val="4"/>
        </w:numPr>
      </w:pPr>
      <w:r>
        <w:t>Dokumentiere den Programmablauf für das Programm aus 4.</w:t>
      </w:r>
    </w:p>
    <w:p w:rsidR="00312205" w:rsidRDefault="00312205" w:rsidP="00312205">
      <w:pPr>
        <w:pStyle w:val="Listenabsatz"/>
        <w:numPr>
          <w:ilvl w:val="0"/>
          <w:numId w:val="4"/>
        </w:numPr>
      </w:pPr>
      <w:r w:rsidRPr="00001E66">
        <w:t>Schreibe ein Programm, das sich selbst im Speicher vermehrt, also sich selbst an eine andere Stelle des Speichers, etwa ab Speicherstelle 50 kopiert. </w:t>
      </w:r>
    </w:p>
    <w:p w:rsidR="00312205" w:rsidRPr="00D05F75" w:rsidRDefault="00312205" w:rsidP="00312205">
      <w:pPr>
        <w:pStyle w:val="Listenabsatz"/>
        <w:numPr>
          <w:ilvl w:val="0"/>
          <w:numId w:val="4"/>
        </w:numPr>
      </w:pPr>
      <w:r w:rsidRPr="00001E66">
        <w:t xml:space="preserve">Jetzt wird's echt schwierig: </w:t>
      </w:r>
      <w:r>
        <w:br/>
      </w:r>
      <w:r w:rsidRPr="00001E66">
        <w:t>Ändere das Programm so ab, das es nach dem "Vermehrungsvorgang" in die Kopie sp</w:t>
      </w:r>
      <w:r>
        <w:t>r</w:t>
      </w:r>
      <w:r w:rsidRPr="00001E66">
        <w:t>ingt, und diese sich wiederum vermehrt.</w:t>
      </w:r>
      <w:r>
        <w:br/>
      </w:r>
      <w:r>
        <w:rPr>
          <w:rFonts w:ascii="Times" w:hAnsi="Times"/>
          <w:sz w:val="16"/>
          <w:szCs w:val="20"/>
        </w:rPr>
        <w:t>Quelle Aufgabe 6 und 7</w:t>
      </w:r>
      <w:r w:rsidRPr="00D05F75">
        <w:rPr>
          <w:rFonts w:ascii="Times" w:hAnsi="Times"/>
          <w:sz w:val="16"/>
          <w:szCs w:val="20"/>
        </w:rPr>
        <w:t>:</w:t>
      </w:r>
      <w:r w:rsidRPr="00D05F75">
        <w:rPr>
          <w:rFonts w:ascii="Times" w:hAnsi="Times"/>
          <w:sz w:val="16"/>
          <w:szCs w:val="20"/>
        </w:rPr>
        <w:br/>
        <w:t>https://www.inf-schule.de/rechner/johnny/zusatzmaterial/exkurs_selbstmodifikation</w:t>
      </w:r>
    </w:p>
    <w:p w:rsidR="00312205" w:rsidRPr="00D05F75" w:rsidRDefault="00312205" w:rsidP="00312205">
      <w:pPr>
        <w:pStyle w:val="Listenabsatz"/>
        <w:numPr>
          <w:ilvl w:val="0"/>
          <w:numId w:val="4"/>
        </w:numPr>
      </w:pPr>
      <w:r w:rsidRPr="00D05F75">
        <w:t>Vergleiche den Johnny-Befehlssatz mit realen Prozessoren.</w:t>
      </w:r>
    </w:p>
    <w:p w:rsidR="00312205" w:rsidRDefault="00312205" w:rsidP="00312205">
      <w:pPr>
        <w:pStyle w:val="Listenabsatz"/>
        <w:numPr>
          <w:ilvl w:val="0"/>
          <w:numId w:val="4"/>
        </w:numPr>
      </w:pPr>
      <w:r w:rsidRPr="00D05F75">
        <w:t>Vergleiche CISC und RISC-Prozessorarchitekturen.</w:t>
      </w:r>
    </w:p>
    <w:p w:rsidR="00312205" w:rsidRPr="00D05F75" w:rsidRDefault="00312205" w:rsidP="00312205">
      <w:pPr>
        <w:pStyle w:val="Listenabsatz"/>
        <w:numPr>
          <w:ilvl w:val="0"/>
          <w:numId w:val="4"/>
        </w:numPr>
      </w:pPr>
      <w:r>
        <w:t>Erläutere eine Idee, die Subtraktion auf den Bereich der ganzen Zahlen zu erweitern (Bsp. 8 - 12 = -4).</w:t>
      </w:r>
      <w:r w:rsidRPr="00D05F75">
        <w:br/>
      </w:r>
    </w:p>
    <w:p w:rsidR="006A0818" w:rsidRDefault="006A0818" w:rsidP="00312205">
      <w:pPr>
        <w:jc w:val="both"/>
      </w:pPr>
    </w:p>
    <w:sectPr w:rsidR="006A0818" w:rsidSect="006A08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254" w:rsidRDefault="00772F3B">
      <w:pPr>
        <w:spacing w:after="0"/>
      </w:pPr>
      <w:r>
        <w:separator/>
      </w:r>
    </w:p>
  </w:endnote>
  <w:endnote w:type="continuationSeparator" w:id="0">
    <w:p w:rsidR="00E57254" w:rsidRDefault="00772F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40B" w:rsidRPr="00161660" w:rsidRDefault="00BE52E9" w:rsidP="00161660">
    <w:pPr>
      <w:pStyle w:val="Fuzeile"/>
      <w:pBdr>
        <w:top w:val="single" w:sz="4" w:space="1" w:color="000000" w:themeColor="text1"/>
      </w:pBdr>
      <w:rPr>
        <w:rFonts w:ascii="Gill Sans" w:hAnsi="Gill Sans"/>
        <w:color w:val="404040" w:themeColor="text1" w:themeTint="BF"/>
        <w:sz w:val="20"/>
      </w:rPr>
    </w:pPr>
    <w:r w:rsidRPr="00161660">
      <w:rPr>
        <w:rFonts w:ascii="Gill Sans" w:hAnsi="Gill Sans"/>
        <w:color w:val="404040" w:themeColor="text1" w:themeTint="BF"/>
        <w:sz w:val="20"/>
      </w:rPr>
      <w:t>D. Schwenn, neue friedländer gesamtschule</w:t>
    </w:r>
    <w:r w:rsidRPr="00161660">
      <w:rPr>
        <w:rFonts w:ascii="Gill Sans" w:hAnsi="Gill Sans"/>
        <w:color w:val="404040" w:themeColor="text1" w:themeTint="BF"/>
        <w:sz w:val="20"/>
      </w:rPr>
      <w:tab/>
    </w:r>
    <w:r w:rsidRPr="00161660">
      <w:rPr>
        <w:rFonts w:ascii="Gill Sans" w:hAnsi="Gill Sans"/>
        <w:color w:val="404040" w:themeColor="text1" w:themeTint="BF"/>
        <w:sz w:val="20"/>
      </w:rPr>
      <w:tab/>
      <w:t>dirk.schwenn@web.de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FB7" w:rsidRPr="00161660" w:rsidRDefault="00BE52E9" w:rsidP="00161660">
    <w:pPr>
      <w:pStyle w:val="Fuzeile"/>
      <w:pBdr>
        <w:top w:val="single" w:sz="4" w:space="1" w:color="000000" w:themeColor="text1"/>
      </w:pBdr>
      <w:rPr>
        <w:rFonts w:ascii="Gill Sans" w:hAnsi="Gill Sans"/>
        <w:color w:val="404040" w:themeColor="text1" w:themeTint="BF"/>
        <w:sz w:val="20"/>
      </w:rPr>
    </w:pPr>
    <w:r w:rsidRPr="00161660">
      <w:rPr>
        <w:rFonts w:ascii="Gill Sans" w:hAnsi="Gill Sans"/>
        <w:color w:val="404040" w:themeColor="text1" w:themeTint="BF"/>
        <w:sz w:val="20"/>
      </w:rPr>
      <w:t>D. Schwenn, neue friedländer gesamtschule</w:t>
    </w:r>
    <w:r w:rsidRPr="00161660">
      <w:rPr>
        <w:rFonts w:ascii="Gill Sans" w:hAnsi="Gill Sans"/>
        <w:color w:val="404040" w:themeColor="text1" w:themeTint="BF"/>
        <w:sz w:val="20"/>
      </w:rPr>
      <w:tab/>
    </w:r>
    <w:r w:rsidRPr="00161660">
      <w:rPr>
        <w:rFonts w:ascii="Gill Sans" w:hAnsi="Gill Sans"/>
        <w:color w:val="404040" w:themeColor="text1" w:themeTint="BF"/>
        <w:sz w:val="20"/>
      </w:rPr>
      <w:tab/>
      <w:t>dirk.schwenn@web.de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254" w:rsidRDefault="00772F3B">
      <w:pPr>
        <w:spacing w:after="0"/>
      </w:pPr>
      <w:r>
        <w:separator/>
      </w:r>
    </w:p>
  </w:footnote>
  <w:footnote w:type="continuationSeparator" w:id="0">
    <w:p w:rsidR="00E57254" w:rsidRDefault="00772F3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40B" w:rsidRDefault="00BE52E9" w:rsidP="00FB7462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03440B" w:rsidRDefault="009E2026" w:rsidP="00FB7462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40B" w:rsidRDefault="00BE52E9" w:rsidP="00FB7462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E2026">
      <w:rPr>
        <w:rStyle w:val="Seitenzahl"/>
        <w:noProof/>
      </w:rPr>
      <w:t>8</w:t>
    </w:r>
    <w:r>
      <w:rPr>
        <w:rStyle w:val="Seitenzahl"/>
      </w:rPr>
      <w:fldChar w:fldCharType="end"/>
    </w:r>
    <w:r>
      <w:rPr>
        <w:rStyle w:val="Seitenzahl"/>
      </w:rPr>
      <w:t xml:space="preserve"> -</w:t>
    </w:r>
  </w:p>
  <w:p w:rsidR="0003440B" w:rsidRDefault="00BE52E9" w:rsidP="00FB7462">
    <w:pPr>
      <w:pStyle w:val="Kopfzeile"/>
      <w:pBdr>
        <w:bottom w:val="single" w:sz="4" w:space="1" w:color="auto"/>
      </w:pBdr>
      <w:ind w:right="360"/>
    </w:pPr>
    <w:r>
      <w:t>Johnny &amp; von Neumann</w:t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FB7" w:rsidRDefault="00BE52E9" w:rsidP="00FB7462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E0FB7" w:rsidRDefault="009E2026" w:rsidP="00FB7462">
    <w:pPr>
      <w:pStyle w:val="Kopfzeile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FB7" w:rsidRDefault="00BE52E9" w:rsidP="00FB7462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E2026">
      <w:rPr>
        <w:rStyle w:val="Seitenzahl"/>
        <w:noProof/>
      </w:rPr>
      <w:t>9</w:t>
    </w:r>
    <w:r>
      <w:rPr>
        <w:rStyle w:val="Seitenzahl"/>
      </w:rPr>
      <w:fldChar w:fldCharType="end"/>
    </w:r>
    <w:r>
      <w:rPr>
        <w:rStyle w:val="Seitenzahl"/>
      </w:rPr>
      <w:t xml:space="preserve"> -</w:t>
    </w:r>
  </w:p>
  <w:p w:rsidR="00AE0FB7" w:rsidRDefault="00BE52E9" w:rsidP="00FB7462">
    <w:pPr>
      <w:pStyle w:val="Kopfzeile"/>
      <w:pBdr>
        <w:bottom w:val="single" w:sz="4" w:space="1" w:color="auto"/>
      </w:pBdr>
      <w:ind w:right="360"/>
    </w:pPr>
    <w:r>
      <w:t>Johnny &amp; von Neumann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550CA"/>
    <w:multiLevelType w:val="hybridMultilevel"/>
    <w:tmpl w:val="B9E2BDCA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27A50"/>
    <w:multiLevelType w:val="hybridMultilevel"/>
    <w:tmpl w:val="56AED278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75C8D"/>
    <w:multiLevelType w:val="hybridMultilevel"/>
    <w:tmpl w:val="56AED278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B4EE2"/>
    <w:multiLevelType w:val="hybridMultilevel"/>
    <w:tmpl w:val="B9E2BDCA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14946"/>
    <w:multiLevelType w:val="hybridMultilevel"/>
    <w:tmpl w:val="56AED278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2205"/>
    <w:rsid w:val="000D0CDB"/>
    <w:rsid w:val="000D61F4"/>
    <w:rsid w:val="002E3669"/>
    <w:rsid w:val="00312205"/>
    <w:rsid w:val="00322FE1"/>
    <w:rsid w:val="0033206A"/>
    <w:rsid w:val="00450E43"/>
    <w:rsid w:val="00604B4C"/>
    <w:rsid w:val="00676852"/>
    <w:rsid w:val="006A0818"/>
    <w:rsid w:val="007624B7"/>
    <w:rsid w:val="00772F3B"/>
    <w:rsid w:val="009E2026"/>
    <w:rsid w:val="009E6670"/>
    <w:rsid w:val="00A3573D"/>
    <w:rsid w:val="00B0413F"/>
    <w:rsid w:val="00BB6629"/>
    <w:rsid w:val="00BC5B3C"/>
    <w:rsid w:val="00BE52E9"/>
    <w:rsid w:val="00D50EAC"/>
    <w:rsid w:val="00E25B3A"/>
    <w:rsid w:val="00E318F0"/>
    <w:rsid w:val="00E57254"/>
    <w:rsid w:val="00FC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544F4"/>
  <w15:docId w15:val="{2BD258F8-14E4-4126-87AD-02343B37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2205"/>
    <w:pPr>
      <w:spacing w:line="240" w:lineRule="auto"/>
    </w:pPr>
    <w:rPr>
      <w:rFonts w:eastAsiaTheme="minorEastAsia"/>
      <w:sz w:val="24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122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3122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semiHidden/>
    <w:unhideWhenUsed/>
    <w:rsid w:val="00312205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12205"/>
    <w:rPr>
      <w:rFonts w:eastAsiaTheme="minorEastAsia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312205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312205"/>
    <w:rPr>
      <w:rFonts w:eastAsiaTheme="minorEastAsia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312205"/>
    <w:pPr>
      <w:spacing w:after="0" w:line="240" w:lineRule="auto"/>
    </w:pPr>
    <w:rPr>
      <w:rFonts w:eastAsiaTheme="minorEastAsia"/>
      <w:sz w:val="24"/>
      <w:szCs w:val="24"/>
      <w:lang w:eastAsia="de-D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312205"/>
  </w:style>
  <w:style w:type="paragraph" w:styleId="Listenabsatz">
    <w:name w:val="List Paragraph"/>
    <w:basedOn w:val="Standard"/>
    <w:uiPriority w:val="34"/>
    <w:qFormat/>
    <w:rsid w:val="0031220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2205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2205"/>
    <w:rPr>
      <w:rFonts w:ascii="Tahoma" w:eastAsiaTheme="minorEastAsi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DBECDD3F</Template>
  <TotalTime>0</TotalTime>
  <Pages>9</Pages>
  <Words>1032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EDV</Company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Lehrer01</dc:creator>
  <cp:lastModifiedBy>Taja Zuchtmann</cp:lastModifiedBy>
  <cp:revision>3</cp:revision>
  <dcterms:created xsi:type="dcterms:W3CDTF">2018-10-16T07:48:00Z</dcterms:created>
  <dcterms:modified xsi:type="dcterms:W3CDTF">2019-03-16T20:54:00Z</dcterms:modified>
</cp:coreProperties>
</file>